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593B5D75" w:rsidR="00713837" w:rsidRPr="00F933A2" w:rsidRDefault="00482CF8" w:rsidP="00EA7060">
      <w:pPr>
        <w:pStyle w:val="KeinLeerraum"/>
        <w:rPr>
          <w:noProof/>
          <w:lang w:val="de-DE"/>
        </w:rPr>
      </w:pPr>
      <w:r>
        <w:rPr>
          <w:noProof/>
          <w:lang w:val="de-DE"/>
        </w:rPr>
        <w:t>Das Beste aus zwei Welten wird eins</w:t>
      </w:r>
      <w:r w:rsidR="00EE2849" w:rsidRPr="00F933A2">
        <w:rPr>
          <w:noProof/>
          <w:lang w:val="de-DE"/>
        </w:rPr>
        <w:t xml:space="preserve"> </w:t>
      </w:r>
    </w:p>
    <w:p w14:paraId="4E475648" w14:textId="669D7F12" w:rsidR="006C01CE" w:rsidRPr="00F933A2" w:rsidRDefault="006518C9" w:rsidP="00E767C3">
      <w:pPr>
        <w:pStyle w:val="berschrift1"/>
        <w:rPr>
          <w:lang w:val="de-DE"/>
        </w:rPr>
      </w:pPr>
      <w:r w:rsidRPr="00F933A2">
        <w:rPr>
          <w:lang w:val="de-DE"/>
        </w:rPr>
        <w:t>Geberit O</w:t>
      </w:r>
      <w:r w:rsidR="0035488D" w:rsidRPr="00F933A2">
        <w:rPr>
          <w:lang w:val="de-DE"/>
        </w:rPr>
        <w:t>NE</w:t>
      </w:r>
      <w:r w:rsidR="00482CF8">
        <w:rPr>
          <w:lang w:val="de-DE"/>
        </w:rPr>
        <w:t xml:space="preserve"> </w:t>
      </w:r>
      <w:r w:rsidR="004D7549">
        <w:rPr>
          <w:lang w:val="de-DE"/>
        </w:rPr>
        <w:t>setzt neue Standard</w:t>
      </w:r>
      <w:r w:rsidR="0079351C">
        <w:rPr>
          <w:lang w:val="de-DE"/>
        </w:rPr>
        <w:t>s</w:t>
      </w:r>
      <w:r w:rsidR="004D7549">
        <w:rPr>
          <w:lang w:val="de-DE"/>
        </w:rPr>
        <w:t xml:space="preserve"> für das </w:t>
      </w:r>
      <w:proofErr w:type="spellStart"/>
      <w:r w:rsidR="005E0204" w:rsidRPr="004D37AF">
        <w:rPr>
          <w:lang w:val="de-DE"/>
        </w:rPr>
        <w:t>Hotelb</w:t>
      </w:r>
      <w:r w:rsidR="004D7549" w:rsidRPr="004D37AF">
        <w:rPr>
          <w:lang w:val="de-DE"/>
        </w:rPr>
        <w:t>ad</w:t>
      </w:r>
      <w:proofErr w:type="spellEnd"/>
      <w:r w:rsidR="004D7549" w:rsidRPr="004D37AF">
        <w:rPr>
          <w:lang w:val="de-DE"/>
        </w:rPr>
        <w:t xml:space="preserve"> von heute</w:t>
      </w:r>
      <w:r w:rsidR="004D7549">
        <w:rPr>
          <w:lang w:val="de-DE"/>
        </w:rPr>
        <w:t xml:space="preserve"> und morgen</w:t>
      </w:r>
    </w:p>
    <w:p w14:paraId="3A5DE5AE" w14:textId="2484554A" w:rsidR="00B4524F" w:rsidRPr="00F933A2" w:rsidRDefault="00B4524F" w:rsidP="00E767C3">
      <w:pPr>
        <w:pStyle w:val="Kopfzeile"/>
        <w:rPr>
          <w:rStyle w:val="Herausstellen"/>
          <w:szCs w:val="20"/>
        </w:rPr>
      </w:pPr>
      <w:r w:rsidRPr="00F933A2">
        <w:rPr>
          <w:rStyle w:val="Herausstellen"/>
          <w:szCs w:val="20"/>
        </w:rPr>
        <w:t xml:space="preserve">Geberit </w:t>
      </w:r>
      <w:r w:rsidR="005B491D" w:rsidRPr="00F933A2">
        <w:rPr>
          <w:rStyle w:val="Herausstellen"/>
          <w:szCs w:val="20"/>
        </w:rPr>
        <w:t>Vertriebs GmbH</w:t>
      </w:r>
      <w:r w:rsidRPr="00F933A2">
        <w:rPr>
          <w:rStyle w:val="Herausstellen"/>
          <w:szCs w:val="20"/>
        </w:rPr>
        <w:t xml:space="preserve">, </w:t>
      </w:r>
      <w:r w:rsidR="005B491D" w:rsidRPr="00F933A2">
        <w:rPr>
          <w:rStyle w:val="Herausstellen"/>
          <w:szCs w:val="20"/>
        </w:rPr>
        <w:t>Pfullendorf</w:t>
      </w:r>
      <w:r w:rsidRPr="00F933A2">
        <w:rPr>
          <w:rStyle w:val="Herausstellen"/>
          <w:szCs w:val="20"/>
        </w:rPr>
        <w:t xml:space="preserve">, </w:t>
      </w:r>
      <w:r w:rsidR="00F81DB8" w:rsidRPr="004F4374">
        <w:rPr>
          <w:rStyle w:val="Herausstellen"/>
          <w:szCs w:val="20"/>
        </w:rPr>
        <w:t xml:space="preserve">März </w:t>
      </w:r>
      <w:r w:rsidR="00122280" w:rsidRPr="004F4374">
        <w:rPr>
          <w:rStyle w:val="Herausstellen"/>
          <w:szCs w:val="20"/>
        </w:rPr>
        <w:t>2019</w:t>
      </w:r>
      <w:r w:rsidR="00C201B7" w:rsidRPr="00F933A2">
        <w:rPr>
          <w:rStyle w:val="Herausstellen"/>
          <w:szCs w:val="20"/>
        </w:rPr>
        <w:t xml:space="preserve"> </w:t>
      </w:r>
    </w:p>
    <w:p w14:paraId="51839198" w14:textId="054831EB" w:rsidR="000B1C5E" w:rsidRPr="00B70506" w:rsidRDefault="004D1FC2" w:rsidP="004D7549">
      <w:pPr>
        <w:pStyle w:val="Titel"/>
        <w:rPr>
          <w:bCs/>
          <w:lang w:val="de-DE"/>
        </w:rPr>
      </w:pPr>
      <w:r>
        <w:rPr>
          <w:bCs/>
          <w:lang w:val="de-DE"/>
        </w:rPr>
        <w:t xml:space="preserve">Das Bad von Grund auf neu denken – das gelingt dem führenden </w:t>
      </w:r>
      <w:r w:rsidR="005E5BE3" w:rsidRPr="004F4374">
        <w:rPr>
          <w:bCs/>
          <w:lang w:val="de-DE"/>
        </w:rPr>
        <w:t>Hersteller von Sanitärprodukten</w:t>
      </w:r>
      <w:r>
        <w:rPr>
          <w:bCs/>
          <w:lang w:val="de-DE"/>
        </w:rPr>
        <w:t xml:space="preserve"> mit Geberit ONE. </w:t>
      </w:r>
      <w:r w:rsidDel="006C671B">
        <w:rPr>
          <w:bCs/>
          <w:lang w:val="de-DE"/>
        </w:rPr>
        <w:t xml:space="preserve">Das </w:t>
      </w:r>
      <w:r w:rsidRPr="00B70506" w:rsidDel="006C671B">
        <w:rPr>
          <w:bCs/>
          <w:lang w:val="de-DE"/>
        </w:rPr>
        <w:t>Unternehmen verbindet umfassendes technisches Know-how mit herausragender Designkompetenz, um neue Standard</w:t>
      </w:r>
      <w:r w:rsidR="0079351C" w:rsidRPr="00B70506" w:rsidDel="006C671B">
        <w:rPr>
          <w:bCs/>
          <w:lang w:val="de-DE"/>
        </w:rPr>
        <w:t>s</w:t>
      </w:r>
      <w:r w:rsidRPr="00B70506" w:rsidDel="006C671B">
        <w:rPr>
          <w:bCs/>
          <w:lang w:val="de-DE"/>
        </w:rPr>
        <w:t xml:space="preserve"> für das </w:t>
      </w:r>
      <w:proofErr w:type="spellStart"/>
      <w:r w:rsidR="005E0204" w:rsidRPr="00B70506" w:rsidDel="006C671B">
        <w:rPr>
          <w:bCs/>
          <w:lang w:val="de-DE"/>
        </w:rPr>
        <w:t>Hotelbad</w:t>
      </w:r>
      <w:proofErr w:type="spellEnd"/>
      <w:r w:rsidR="005E0204" w:rsidRPr="00B70506" w:rsidDel="006C671B">
        <w:rPr>
          <w:bCs/>
          <w:lang w:val="de-DE"/>
        </w:rPr>
        <w:t xml:space="preserve"> </w:t>
      </w:r>
      <w:r w:rsidRPr="00B70506" w:rsidDel="006C671B">
        <w:rPr>
          <w:bCs/>
          <w:lang w:val="de-DE"/>
        </w:rPr>
        <w:t>von heute und morgen zu definieren.</w:t>
      </w:r>
      <w:r w:rsidR="006C671B" w:rsidRPr="00B70506">
        <w:rPr>
          <w:bCs/>
          <w:lang w:val="de-DE"/>
        </w:rPr>
        <w:t xml:space="preserve"> </w:t>
      </w:r>
      <w:r w:rsidR="00A95812" w:rsidRPr="00B70506">
        <w:rPr>
          <w:bCs/>
          <w:lang w:val="de-DE"/>
        </w:rPr>
        <w:t>Sichtbar mehr Hygiene verbunden mit geringerem Reinigungsaufwand, das zeichnet das neue Badkonzept für Waschplatz, Dusche und WC aus. Gleichzeitig</w:t>
      </w:r>
      <w:r w:rsidR="00EC7DEC" w:rsidRPr="00B70506">
        <w:rPr>
          <w:bCs/>
          <w:lang w:val="de-DE"/>
        </w:rPr>
        <w:t xml:space="preserve"> ermöglicht</w:t>
      </w:r>
      <w:r w:rsidR="00A25BAF" w:rsidRPr="00B70506">
        <w:rPr>
          <w:bCs/>
          <w:lang w:val="de-DE"/>
        </w:rPr>
        <w:t xml:space="preserve"> Geberit ONE </w:t>
      </w:r>
      <w:r w:rsidR="00EC7DEC" w:rsidRPr="00B70506">
        <w:rPr>
          <w:bCs/>
          <w:lang w:val="de-DE"/>
        </w:rPr>
        <w:t xml:space="preserve">Raumgewinne, indem </w:t>
      </w:r>
      <w:proofErr w:type="gramStart"/>
      <w:r w:rsidR="006C671B" w:rsidRPr="00B70506">
        <w:rPr>
          <w:bCs/>
          <w:lang w:val="de-DE"/>
        </w:rPr>
        <w:t xml:space="preserve">es </w:t>
      </w:r>
      <w:r w:rsidR="00EC7DEC" w:rsidRPr="00B70506">
        <w:rPr>
          <w:bCs/>
          <w:lang w:val="de-DE"/>
        </w:rPr>
        <w:t>die</w:t>
      </w:r>
      <w:r w:rsidR="00A25BAF" w:rsidRPr="00B70506">
        <w:rPr>
          <w:bCs/>
          <w:lang w:val="de-DE"/>
        </w:rPr>
        <w:t xml:space="preserve"> Vorwand</w:t>
      </w:r>
      <w:proofErr w:type="gramEnd"/>
      <w:r w:rsidR="00A25BAF" w:rsidRPr="00B70506">
        <w:rPr>
          <w:bCs/>
          <w:lang w:val="de-DE"/>
        </w:rPr>
        <w:t xml:space="preserve"> </w:t>
      </w:r>
      <w:r w:rsidR="00E03CFF" w:rsidRPr="00B70506">
        <w:rPr>
          <w:bCs/>
          <w:lang w:val="de-DE"/>
        </w:rPr>
        <w:t xml:space="preserve">ideal nutzt und </w:t>
      </w:r>
      <w:r w:rsidR="00EC7DEC" w:rsidRPr="00B70506">
        <w:rPr>
          <w:bCs/>
          <w:lang w:val="de-DE"/>
        </w:rPr>
        <w:t xml:space="preserve">als </w:t>
      </w:r>
      <w:r w:rsidR="00CF3B1D" w:rsidRPr="00B70506">
        <w:rPr>
          <w:bCs/>
          <w:lang w:val="de-DE"/>
        </w:rPr>
        <w:t>Ablage</w:t>
      </w:r>
      <w:r w:rsidR="00EC7DEC" w:rsidRPr="00B70506">
        <w:rPr>
          <w:bCs/>
          <w:lang w:val="de-DE"/>
        </w:rPr>
        <w:t xml:space="preserve">fläche </w:t>
      </w:r>
      <w:r w:rsidR="006C671B" w:rsidRPr="00B70506">
        <w:rPr>
          <w:bCs/>
          <w:lang w:val="de-DE"/>
        </w:rPr>
        <w:t>und Stauraum in die Bad</w:t>
      </w:r>
      <w:r w:rsidR="00E03CFF" w:rsidRPr="00B70506">
        <w:rPr>
          <w:bCs/>
          <w:lang w:val="de-DE"/>
        </w:rPr>
        <w:t>gestaltung</w:t>
      </w:r>
      <w:r w:rsidR="006C671B" w:rsidRPr="00B70506">
        <w:rPr>
          <w:bCs/>
          <w:lang w:val="de-DE"/>
        </w:rPr>
        <w:t xml:space="preserve"> </w:t>
      </w:r>
      <w:r w:rsidR="00E03CFF" w:rsidRPr="00B70506">
        <w:rPr>
          <w:bCs/>
          <w:lang w:val="de-DE"/>
        </w:rPr>
        <w:t>integriert</w:t>
      </w:r>
      <w:r w:rsidR="00CF3B1D" w:rsidRPr="00B70506">
        <w:rPr>
          <w:bCs/>
          <w:lang w:val="de-DE"/>
        </w:rPr>
        <w:t xml:space="preserve">. </w:t>
      </w:r>
      <w:r w:rsidR="00E03CFF" w:rsidRPr="00B70506">
        <w:rPr>
          <w:bCs/>
          <w:lang w:val="de-DE"/>
        </w:rPr>
        <w:t xml:space="preserve">Die technischen und funktionalen Verbesserungen verbergen sich hinter ansprechendem Produktdesign mit zeitloser Eleganz. </w:t>
      </w:r>
      <w:r w:rsidR="00610B6C" w:rsidRPr="00B70506">
        <w:rPr>
          <w:bCs/>
          <w:lang w:val="de-DE"/>
        </w:rPr>
        <w:t>Die</w:t>
      </w:r>
      <w:r w:rsidR="00182340" w:rsidRPr="00B70506">
        <w:rPr>
          <w:bCs/>
          <w:lang w:val="de-DE"/>
        </w:rPr>
        <w:t xml:space="preserve"> </w:t>
      </w:r>
      <w:r w:rsidR="00610B6C" w:rsidRPr="00B70506">
        <w:rPr>
          <w:bCs/>
          <w:lang w:val="de-DE"/>
        </w:rPr>
        <w:t>Einzelk</w:t>
      </w:r>
      <w:r w:rsidR="00182340" w:rsidRPr="00B70506">
        <w:rPr>
          <w:bCs/>
          <w:lang w:val="de-DE"/>
        </w:rPr>
        <w:t xml:space="preserve">omponenten von Geberit ONE </w:t>
      </w:r>
      <w:r w:rsidR="00610B6C" w:rsidRPr="00B70506">
        <w:rPr>
          <w:bCs/>
          <w:lang w:val="de-DE"/>
        </w:rPr>
        <w:t xml:space="preserve">werden </w:t>
      </w:r>
      <w:r w:rsidR="00182340" w:rsidRPr="00B70506">
        <w:rPr>
          <w:bCs/>
          <w:lang w:val="de-DE"/>
        </w:rPr>
        <w:t>zwischen April und Oktober 2019</w:t>
      </w:r>
      <w:r w:rsidR="00610B6C" w:rsidRPr="00B70506">
        <w:rPr>
          <w:bCs/>
          <w:lang w:val="de-DE"/>
        </w:rPr>
        <w:t xml:space="preserve"> verfügbar sein</w:t>
      </w:r>
      <w:r w:rsidR="00182340" w:rsidRPr="00B70506">
        <w:rPr>
          <w:bCs/>
          <w:lang w:val="de-DE"/>
        </w:rPr>
        <w:t>.</w:t>
      </w:r>
    </w:p>
    <w:p w14:paraId="104566A1" w14:textId="7997C5DB" w:rsidR="00182340" w:rsidRPr="00B70506" w:rsidRDefault="00182340" w:rsidP="004D7549">
      <w:pPr>
        <w:pStyle w:val="Titel"/>
        <w:rPr>
          <w:b w:val="0"/>
          <w:bCs/>
          <w:lang w:val="de-DE"/>
        </w:rPr>
      </w:pPr>
      <w:r w:rsidRPr="00B70506">
        <w:rPr>
          <w:b w:val="0"/>
          <w:bCs/>
          <w:lang w:val="de-DE"/>
        </w:rPr>
        <w:t xml:space="preserve">Weiterentwicklungen im </w:t>
      </w:r>
      <w:proofErr w:type="spellStart"/>
      <w:r w:rsidR="005E0204" w:rsidRPr="00B70506">
        <w:rPr>
          <w:b w:val="0"/>
          <w:bCs/>
          <w:lang w:val="de-DE"/>
        </w:rPr>
        <w:t>Hotelb</w:t>
      </w:r>
      <w:r w:rsidRPr="00B70506">
        <w:rPr>
          <w:b w:val="0"/>
          <w:bCs/>
          <w:lang w:val="de-DE"/>
        </w:rPr>
        <w:t>ad</w:t>
      </w:r>
      <w:proofErr w:type="spellEnd"/>
      <w:r w:rsidRPr="00B70506">
        <w:rPr>
          <w:b w:val="0"/>
          <w:bCs/>
          <w:lang w:val="de-DE"/>
        </w:rPr>
        <w:t xml:space="preserve"> betreffen oft das </w:t>
      </w:r>
      <w:r w:rsidR="004D37AF" w:rsidRPr="00B70506">
        <w:rPr>
          <w:b w:val="0"/>
          <w:bCs/>
          <w:lang w:val="de-DE"/>
        </w:rPr>
        <w:t>Produktdesign</w:t>
      </w:r>
      <w:r w:rsidRPr="00B70506">
        <w:rPr>
          <w:b w:val="0"/>
          <w:bCs/>
          <w:lang w:val="de-DE"/>
        </w:rPr>
        <w:t xml:space="preserve"> mit neuen Formen</w:t>
      </w:r>
      <w:proofErr w:type="gramStart"/>
      <w:r w:rsidRPr="00B70506">
        <w:rPr>
          <w:b w:val="0"/>
          <w:bCs/>
          <w:lang w:val="de-DE"/>
        </w:rPr>
        <w:t>, Farben</w:t>
      </w:r>
      <w:proofErr w:type="gramEnd"/>
      <w:r w:rsidRPr="00B70506">
        <w:rPr>
          <w:b w:val="0"/>
          <w:bCs/>
          <w:lang w:val="de-DE"/>
        </w:rPr>
        <w:t xml:space="preserve"> </w:t>
      </w:r>
      <w:r w:rsidR="00610B6C" w:rsidRPr="00B70506">
        <w:rPr>
          <w:b w:val="0"/>
          <w:bCs/>
          <w:lang w:val="de-DE"/>
        </w:rPr>
        <w:t>und</w:t>
      </w:r>
      <w:r w:rsidRPr="00B70506">
        <w:rPr>
          <w:b w:val="0"/>
          <w:bCs/>
          <w:lang w:val="de-DE"/>
        </w:rPr>
        <w:t xml:space="preserve"> Funktionsverbesserungen. Geberit geht einen Schritt weiter und bringt mit Geberit ONE ein Badkonzept auf den Markt, das die Bereiche hinter und vor der Wand als eine Einheit neu definiert. Mit einer Vielzahl offenkundiger und auch versteckter Vorzüge sind die Produkte perfekt aufeinander abgestimmt und </w:t>
      </w:r>
      <w:r w:rsidR="005E0204" w:rsidRPr="00B70506">
        <w:rPr>
          <w:b w:val="0"/>
          <w:bCs/>
          <w:lang w:val="de-DE"/>
        </w:rPr>
        <w:t>bieten dem Hotelgast sichtbar mehr Komfort und Hygiene</w:t>
      </w:r>
      <w:r w:rsidRPr="00B70506">
        <w:rPr>
          <w:b w:val="0"/>
          <w:bCs/>
          <w:lang w:val="de-DE"/>
        </w:rPr>
        <w:t xml:space="preserve">. </w:t>
      </w:r>
    </w:p>
    <w:p w14:paraId="1A9D23E9" w14:textId="2C067D60" w:rsidR="004A149A" w:rsidRPr="00B70506" w:rsidRDefault="00E73C30" w:rsidP="004D7549">
      <w:pPr>
        <w:pStyle w:val="Titel"/>
        <w:rPr>
          <w:b w:val="0"/>
          <w:bCs/>
          <w:lang w:val="de-DE"/>
        </w:rPr>
      </w:pPr>
      <w:r w:rsidRPr="00B70506">
        <w:rPr>
          <w:bCs/>
          <w:lang w:val="de-DE"/>
        </w:rPr>
        <w:t>Die Vorwand</w:t>
      </w:r>
      <w:r w:rsidR="00182340" w:rsidRPr="00B70506">
        <w:rPr>
          <w:bCs/>
          <w:lang w:val="de-DE"/>
        </w:rPr>
        <w:t xml:space="preserve"> im </w:t>
      </w:r>
      <w:proofErr w:type="spellStart"/>
      <w:r w:rsidR="005E0204" w:rsidRPr="00B70506">
        <w:rPr>
          <w:bCs/>
          <w:lang w:val="de-DE"/>
        </w:rPr>
        <w:t>Hotelb</w:t>
      </w:r>
      <w:r w:rsidR="00182340" w:rsidRPr="00B70506">
        <w:rPr>
          <w:bCs/>
          <w:lang w:val="de-DE"/>
        </w:rPr>
        <w:t>ad</w:t>
      </w:r>
      <w:proofErr w:type="spellEnd"/>
      <w:r w:rsidRPr="00B70506">
        <w:rPr>
          <w:bCs/>
          <w:lang w:val="de-DE"/>
        </w:rPr>
        <w:t xml:space="preserve"> –</w:t>
      </w:r>
      <w:r w:rsidR="00104A11" w:rsidRPr="00B70506">
        <w:rPr>
          <w:bCs/>
          <w:lang w:val="de-DE"/>
        </w:rPr>
        <w:t xml:space="preserve"> verdeckte</w:t>
      </w:r>
      <w:r w:rsidR="00EC3A5A" w:rsidRPr="00B70506">
        <w:rPr>
          <w:bCs/>
          <w:lang w:val="de-DE"/>
        </w:rPr>
        <w:t>r Raum</w:t>
      </w:r>
      <w:r w:rsidRPr="00B70506">
        <w:rPr>
          <w:bCs/>
          <w:lang w:val="de-DE"/>
        </w:rPr>
        <w:t xml:space="preserve"> </w:t>
      </w:r>
      <w:r w:rsidR="007739FF" w:rsidRPr="00B70506">
        <w:rPr>
          <w:bCs/>
          <w:lang w:val="de-DE"/>
        </w:rPr>
        <w:t>mit viel Potential</w:t>
      </w:r>
      <w:r w:rsidRPr="00B70506">
        <w:rPr>
          <w:bCs/>
          <w:lang w:val="de-DE"/>
        </w:rPr>
        <w:br/>
      </w:r>
      <w:r w:rsidR="004A149A" w:rsidRPr="00B70506">
        <w:rPr>
          <w:b w:val="0"/>
          <w:bCs/>
          <w:lang w:val="de-DE"/>
        </w:rPr>
        <w:t>Die Reinigung nimmt in Hotelbädern viel Zeit in Anspruch</w:t>
      </w:r>
      <w:proofErr w:type="gramStart"/>
      <w:r w:rsidR="004A149A" w:rsidRPr="00B70506">
        <w:rPr>
          <w:b w:val="0"/>
          <w:bCs/>
          <w:lang w:val="de-DE"/>
        </w:rPr>
        <w:t>: Leicht</w:t>
      </w:r>
      <w:proofErr w:type="gramEnd"/>
      <w:r w:rsidR="004A149A" w:rsidRPr="00B70506">
        <w:rPr>
          <w:b w:val="0"/>
          <w:bCs/>
          <w:lang w:val="de-DE"/>
        </w:rPr>
        <w:t xml:space="preserve"> sammeln sich Schmutz und Ablagerungen an Übergängen zu Armaturen, Abläufen oder </w:t>
      </w:r>
      <w:r w:rsidR="00B21DB0" w:rsidRPr="00B70506">
        <w:rPr>
          <w:b w:val="0"/>
          <w:bCs/>
          <w:lang w:val="de-DE"/>
        </w:rPr>
        <w:t>i</w:t>
      </w:r>
      <w:r w:rsidR="004A149A" w:rsidRPr="00B70506">
        <w:rPr>
          <w:b w:val="0"/>
          <w:bCs/>
          <w:lang w:val="de-DE"/>
        </w:rPr>
        <w:t>m Siphon. Geberit ONE löst die Problematik, indem alles, was nicht unbedingt vor der Wand benötigt wird, in die Ebene dahinter verlegt wird</w:t>
      </w:r>
      <w:r w:rsidR="00CB2616" w:rsidRPr="00B70506">
        <w:rPr>
          <w:b w:val="0"/>
          <w:bCs/>
          <w:lang w:val="de-DE"/>
        </w:rPr>
        <w:t xml:space="preserve"> – in die Vorwandinstallation. </w:t>
      </w:r>
      <w:r w:rsidR="00610B6C" w:rsidRPr="00B70506">
        <w:rPr>
          <w:b w:val="0"/>
          <w:bCs/>
          <w:lang w:val="de-DE"/>
        </w:rPr>
        <w:t>U</w:t>
      </w:r>
      <w:r w:rsidR="00F256D3" w:rsidRPr="00B70506">
        <w:rPr>
          <w:b w:val="0"/>
          <w:bCs/>
          <w:lang w:val="de-DE"/>
        </w:rPr>
        <w:t>nschön</w:t>
      </w:r>
      <w:r w:rsidR="000B1C5E" w:rsidRPr="00B70506">
        <w:rPr>
          <w:b w:val="0"/>
          <w:bCs/>
          <w:lang w:val="de-DE"/>
        </w:rPr>
        <w:t xml:space="preserve">e </w:t>
      </w:r>
      <w:r w:rsidR="00F256D3" w:rsidRPr="00B70506">
        <w:rPr>
          <w:b w:val="0"/>
          <w:bCs/>
          <w:lang w:val="de-DE"/>
        </w:rPr>
        <w:t>Siphons, störende Halterungen oder Befestigung</w:t>
      </w:r>
      <w:r w:rsidR="000B1C5E" w:rsidRPr="00B70506">
        <w:rPr>
          <w:b w:val="0"/>
          <w:bCs/>
          <w:lang w:val="de-DE"/>
        </w:rPr>
        <w:t>en</w:t>
      </w:r>
      <w:r w:rsidR="00F256D3" w:rsidRPr="00B70506">
        <w:rPr>
          <w:b w:val="0"/>
          <w:bCs/>
          <w:lang w:val="de-DE"/>
        </w:rPr>
        <w:t xml:space="preserve"> rücken</w:t>
      </w:r>
      <w:r w:rsidR="000B1C5E" w:rsidRPr="00B70506">
        <w:rPr>
          <w:b w:val="0"/>
          <w:bCs/>
          <w:lang w:val="de-DE"/>
        </w:rPr>
        <w:t xml:space="preserve"> </w:t>
      </w:r>
      <w:r w:rsidR="00B52AC9" w:rsidRPr="00B70506">
        <w:rPr>
          <w:b w:val="0"/>
          <w:bCs/>
          <w:lang w:val="de-DE"/>
        </w:rPr>
        <w:t xml:space="preserve">damit </w:t>
      </w:r>
      <w:r w:rsidR="00F256D3" w:rsidRPr="00B70506">
        <w:rPr>
          <w:b w:val="0"/>
          <w:bCs/>
          <w:lang w:val="de-DE"/>
        </w:rPr>
        <w:t>aus dem Blickfeld</w:t>
      </w:r>
      <w:r w:rsidR="00CB2616" w:rsidRPr="00B70506">
        <w:rPr>
          <w:b w:val="0"/>
          <w:bCs/>
          <w:lang w:val="de-DE"/>
        </w:rPr>
        <w:t xml:space="preserve"> und erfordern auch keine aufwändige Reinigung mehr. </w:t>
      </w:r>
      <w:r w:rsidR="00182340" w:rsidRPr="00B70506">
        <w:rPr>
          <w:b w:val="0"/>
          <w:bCs/>
          <w:lang w:val="de-DE"/>
        </w:rPr>
        <w:t xml:space="preserve">Das </w:t>
      </w:r>
      <w:proofErr w:type="spellStart"/>
      <w:r w:rsidR="005E0204" w:rsidRPr="00B70506">
        <w:rPr>
          <w:b w:val="0"/>
          <w:bCs/>
          <w:lang w:val="de-DE"/>
        </w:rPr>
        <w:t>Hotelb</w:t>
      </w:r>
      <w:r w:rsidR="00182340" w:rsidRPr="00B70506">
        <w:rPr>
          <w:b w:val="0"/>
          <w:bCs/>
          <w:lang w:val="de-DE"/>
        </w:rPr>
        <w:t>ad</w:t>
      </w:r>
      <w:proofErr w:type="spellEnd"/>
      <w:r w:rsidR="00182340" w:rsidRPr="00B70506">
        <w:rPr>
          <w:b w:val="0"/>
          <w:bCs/>
          <w:lang w:val="de-DE"/>
        </w:rPr>
        <w:t xml:space="preserve"> wirkt </w:t>
      </w:r>
      <w:r w:rsidR="00610B6C" w:rsidRPr="00B70506">
        <w:rPr>
          <w:b w:val="0"/>
          <w:bCs/>
          <w:lang w:val="de-DE"/>
        </w:rPr>
        <w:t>nicht nur aufgeräumter</w:t>
      </w:r>
      <w:r w:rsidR="0060050B" w:rsidRPr="00B70506">
        <w:rPr>
          <w:b w:val="0"/>
          <w:bCs/>
          <w:lang w:val="de-DE"/>
        </w:rPr>
        <w:t>,</w:t>
      </w:r>
      <w:r w:rsidR="00610B6C" w:rsidRPr="00B70506">
        <w:rPr>
          <w:b w:val="0"/>
          <w:bCs/>
          <w:lang w:val="de-DE"/>
        </w:rPr>
        <w:t xml:space="preserve"> sondern auch </w:t>
      </w:r>
      <w:r w:rsidR="00182340" w:rsidRPr="00B70506">
        <w:rPr>
          <w:b w:val="0"/>
          <w:bCs/>
          <w:lang w:val="de-DE"/>
        </w:rPr>
        <w:t xml:space="preserve">sauberer und </w:t>
      </w:r>
      <w:r w:rsidR="00610B6C" w:rsidRPr="00B70506">
        <w:rPr>
          <w:b w:val="0"/>
          <w:bCs/>
          <w:lang w:val="de-DE"/>
        </w:rPr>
        <w:t>bietet sogar mehr Platz.</w:t>
      </w:r>
      <w:r w:rsidR="004A149A" w:rsidRPr="00B70506">
        <w:rPr>
          <w:b w:val="0"/>
          <w:bCs/>
          <w:lang w:val="de-DE"/>
        </w:rPr>
        <w:t xml:space="preserve"> </w:t>
      </w:r>
    </w:p>
    <w:p w14:paraId="235FF31E" w14:textId="6D4BF0D4" w:rsidR="009F5D86" w:rsidRPr="00B70506" w:rsidRDefault="009F5D86" w:rsidP="00D57EF7">
      <w:r w:rsidRPr="00B70506">
        <w:rPr>
          <w:b/>
        </w:rPr>
        <w:t>Waschtischdesign mit Wandablauf</w:t>
      </w:r>
      <w:r w:rsidRPr="00B70506">
        <w:rPr>
          <w:b/>
        </w:rPr>
        <w:br/>
      </w:r>
      <w:r w:rsidR="00EA6795" w:rsidRPr="00B70506">
        <w:t xml:space="preserve">Der </w:t>
      </w:r>
      <w:r w:rsidR="009E7B3B" w:rsidRPr="00B70506">
        <w:t xml:space="preserve">Geberit ONE </w:t>
      </w:r>
      <w:r w:rsidR="00EA6795" w:rsidRPr="00B70506">
        <w:t xml:space="preserve">Waschtisch kann </w:t>
      </w:r>
      <w:r w:rsidR="00D57EF7" w:rsidRPr="00B70506">
        <w:t>wahlweise</w:t>
      </w:r>
      <w:r w:rsidR="00EA6795" w:rsidRPr="00B70506">
        <w:t xml:space="preserve"> </w:t>
      </w:r>
      <w:r w:rsidR="00D87987" w:rsidRPr="00B70506">
        <w:t xml:space="preserve">in </w:t>
      </w:r>
      <w:r w:rsidR="00EA6795" w:rsidRPr="00B70506">
        <w:t>frei schwebend</w:t>
      </w:r>
      <w:r w:rsidR="00D87987" w:rsidRPr="00B70506">
        <w:t>er Optik</w:t>
      </w:r>
      <w:r w:rsidR="00EA6795" w:rsidRPr="00B70506">
        <w:t xml:space="preserve"> oder in Kombination mit einem Waschtischunterschrank</w:t>
      </w:r>
      <w:r w:rsidR="00751290" w:rsidRPr="00B70506">
        <w:t xml:space="preserve"> </w:t>
      </w:r>
      <w:r w:rsidR="004F4374" w:rsidRPr="00B70506">
        <w:t xml:space="preserve">eingesetzt </w:t>
      </w:r>
      <w:r w:rsidRPr="00B70506">
        <w:t>werden</w:t>
      </w:r>
      <w:r w:rsidR="00EA6795" w:rsidRPr="00B70506">
        <w:t>.</w:t>
      </w:r>
      <w:r w:rsidR="00D57EF7" w:rsidRPr="00B70506">
        <w:t xml:space="preserve"> </w:t>
      </w:r>
      <w:r w:rsidRPr="00B70506">
        <w:t xml:space="preserve">Was der </w:t>
      </w:r>
      <w:r w:rsidR="005E0204" w:rsidRPr="00B70506">
        <w:t xml:space="preserve">Hotelgast </w:t>
      </w:r>
      <w:r w:rsidRPr="00B70506">
        <w:t>nicht sieht</w:t>
      </w:r>
      <w:r w:rsidR="00365FEE" w:rsidRPr="00B70506">
        <w:t>,</w:t>
      </w:r>
      <w:r w:rsidRPr="00B70506">
        <w:t xml:space="preserve"> ist ein Siphon, den</w:t>
      </w:r>
      <w:r w:rsidR="00B52AC9" w:rsidRPr="00B70506">
        <w:t>n</w:t>
      </w:r>
      <w:r w:rsidRPr="00B70506">
        <w:t xml:space="preserve"> </w:t>
      </w:r>
      <w:r w:rsidR="00751290" w:rsidRPr="00B70506">
        <w:t>der</w:t>
      </w:r>
      <w:r w:rsidRPr="00B70506">
        <w:t xml:space="preserve"> ist </w:t>
      </w:r>
      <w:r w:rsidR="00751290" w:rsidRPr="00B70506">
        <w:t>verdeckt</w:t>
      </w:r>
      <w:r w:rsidRPr="00B70506">
        <w:t xml:space="preserve"> in einer Funktionsbox </w:t>
      </w:r>
      <w:r w:rsidR="00751290" w:rsidRPr="00B70506">
        <w:t>in der Installationsvorwand montiert</w:t>
      </w:r>
      <w:r w:rsidRPr="00B70506">
        <w:t xml:space="preserve"> – zugunsten von mehr Platz unter dem Waschtisch und mehr Stauraum im </w:t>
      </w:r>
      <w:r w:rsidR="00751290" w:rsidRPr="00B70506">
        <w:t>Waschtischu</w:t>
      </w:r>
      <w:r w:rsidRPr="00B70506">
        <w:t>nterschrank. D</w:t>
      </w:r>
      <w:r w:rsidR="00A50D0D" w:rsidRPr="00B70506">
        <w:t>er</w:t>
      </w:r>
      <w:r w:rsidR="00D57EF7" w:rsidRPr="00B70506">
        <w:t xml:space="preserve"> Wasserablauf im hinteren Beckenbereich </w:t>
      </w:r>
      <w:r w:rsidR="00A50D0D" w:rsidRPr="00B70506">
        <w:t xml:space="preserve">des Waschtischs verlegt die </w:t>
      </w:r>
      <w:proofErr w:type="gramStart"/>
      <w:r w:rsidR="00A50D0D" w:rsidRPr="00B70506">
        <w:t xml:space="preserve">Entwässerung </w:t>
      </w:r>
      <w:r w:rsidR="00D57EF7" w:rsidRPr="00B70506">
        <w:t>in die Vorwand</w:t>
      </w:r>
      <w:r w:rsidR="00A50D0D" w:rsidRPr="00B70506">
        <w:t>.</w:t>
      </w:r>
      <w:proofErr w:type="gramEnd"/>
      <w:r w:rsidR="00A50D0D" w:rsidRPr="00B70506">
        <w:t xml:space="preserve"> </w:t>
      </w:r>
      <w:r w:rsidRPr="00B70506">
        <w:t xml:space="preserve">Eine Blende, die sich </w:t>
      </w:r>
      <w:r w:rsidR="00CB2616" w:rsidRPr="00B70506">
        <w:t xml:space="preserve">für die Reinigung </w:t>
      </w:r>
      <w:r w:rsidRPr="00B70506">
        <w:t>leicht entfernen lässt und mit einem Haarsieb ausgestattet ist, verdeckt den Ablauf.</w:t>
      </w:r>
      <w:r w:rsidR="00751290" w:rsidRPr="00B70506">
        <w:t xml:space="preserve"> Kombiniert wird der Waschtisch mit der Geberit ONE Wandarmatur. </w:t>
      </w:r>
      <w:r w:rsidR="00CB2616" w:rsidRPr="00B70506">
        <w:t xml:space="preserve">Diese ist so ausgerichtet, </w:t>
      </w:r>
      <w:r w:rsidRPr="00B70506">
        <w:t>dass der Waschtisch vollständig und sauber ausgespült wird</w:t>
      </w:r>
      <w:r w:rsidR="00E13D83" w:rsidRPr="00B70506">
        <w:t xml:space="preserve"> und das Wasser rückstandslos abfließen kann. </w:t>
      </w:r>
      <w:r w:rsidR="005E0204" w:rsidRPr="00B70506">
        <w:t xml:space="preserve">Das erleichtert auch dem Housekeeping die Arbeit. Der gesamte Waschplatz lässt sich mühelos </w:t>
      </w:r>
      <w:r w:rsidR="002D373B" w:rsidRPr="00B70506">
        <w:t xml:space="preserve">und schnell </w:t>
      </w:r>
      <w:r w:rsidR="005E0204" w:rsidRPr="00B70506">
        <w:t>reinigen.</w:t>
      </w:r>
    </w:p>
    <w:p w14:paraId="05BE2D6D" w14:textId="4E8E6BC0" w:rsidR="00E977D1" w:rsidRPr="00B70506" w:rsidRDefault="004D735E" w:rsidP="00D57EF7">
      <w:r w:rsidRPr="00B70506">
        <w:rPr>
          <w:b/>
        </w:rPr>
        <w:t>Spiegelschrank mit raffinierten Details</w:t>
      </w:r>
      <w:r w:rsidRPr="00B70506">
        <w:rPr>
          <w:b/>
        </w:rPr>
        <w:br/>
      </w:r>
      <w:r w:rsidRPr="00B70506">
        <w:t xml:space="preserve">Auch der Spiegelschrank </w:t>
      </w:r>
      <w:r w:rsidR="00DF7919" w:rsidRPr="00B70506">
        <w:t xml:space="preserve">mit seiner kaum sichtbaren Ausladung </w:t>
      </w:r>
      <w:proofErr w:type="gramStart"/>
      <w:r w:rsidRPr="00B70506">
        <w:t>nutzt die Vorwand</w:t>
      </w:r>
      <w:proofErr w:type="gramEnd"/>
      <w:r w:rsidRPr="00B70506">
        <w:t xml:space="preserve"> geschickt aus und </w:t>
      </w:r>
      <w:r w:rsidRPr="00B70506">
        <w:lastRenderedPageBreak/>
        <w:t xml:space="preserve">punktet mit einem </w:t>
      </w:r>
      <w:r w:rsidR="00DF7919" w:rsidRPr="00B70506">
        <w:t xml:space="preserve">beeindruckenden Platzangebot. </w:t>
      </w:r>
      <w:r w:rsidR="009E7B3B" w:rsidRPr="00B70506">
        <w:t>Der Spiegelrand ist mattiert, was sehr angenehm ist, denn auch bei häufiger Nutzung sind Fingerabdrücke darauf ka</w:t>
      </w:r>
      <w:r w:rsidR="00DF7919" w:rsidRPr="00B70506">
        <w:t xml:space="preserve">um </w:t>
      </w:r>
      <w:r w:rsidRPr="00B70506">
        <w:t>zu sehen</w:t>
      </w:r>
      <w:r w:rsidR="00DF7919" w:rsidRPr="00B70506">
        <w:t xml:space="preserve">. Ein angenehm warmes, atmosphärisches Licht </w:t>
      </w:r>
      <w:r w:rsidR="00E977D1" w:rsidRPr="00B70506">
        <w:t xml:space="preserve">umgibt den </w:t>
      </w:r>
      <w:r w:rsidR="00DF7919" w:rsidRPr="00B70506">
        <w:t xml:space="preserve">Spiegelschrank </w:t>
      </w:r>
      <w:r w:rsidR="00E977D1" w:rsidRPr="00B70506">
        <w:t>wie ein</w:t>
      </w:r>
      <w:r w:rsidR="00EA7060">
        <w:t>en</w:t>
      </w:r>
      <w:r w:rsidR="00E977D1" w:rsidRPr="00B70506">
        <w:t xml:space="preserve"> Rahmen, ein kälteres Funktionslicht sorgt für </w:t>
      </w:r>
      <w:r w:rsidR="00751290" w:rsidRPr="00B70506">
        <w:t>die</w:t>
      </w:r>
      <w:r w:rsidR="00E977D1" w:rsidRPr="00B70506">
        <w:t xml:space="preserve"> optimale Ausleuchtung im Nahbereich. Die </w:t>
      </w:r>
      <w:r w:rsidR="009E7B3B" w:rsidRPr="00B70506">
        <w:t>beiden Lichter sowie d</w:t>
      </w:r>
      <w:r w:rsidR="00751290" w:rsidRPr="00B70506">
        <w:t>eren</w:t>
      </w:r>
      <w:r w:rsidR="009E7B3B" w:rsidRPr="00B70506">
        <w:t xml:space="preserve"> </w:t>
      </w:r>
      <w:r w:rsidR="00751290" w:rsidRPr="00B70506">
        <w:t>I</w:t>
      </w:r>
      <w:r w:rsidR="00E977D1" w:rsidRPr="00B70506">
        <w:t xml:space="preserve">ntensität </w:t>
      </w:r>
      <w:r w:rsidR="005E0204" w:rsidRPr="00B70506">
        <w:t xml:space="preserve">kann der Hotelgast </w:t>
      </w:r>
      <w:r w:rsidR="00E977D1" w:rsidRPr="00B70506">
        <w:t xml:space="preserve">über Tasten individuell </w:t>
      </w:r>
      <w:r w:rsidR="005E0204" w:rsidRPr="00B70506">
        <w:t>einstellen</w:t>
      </w:r>
      <w:r w:rsidR="00E977D1" w:rsidRPr="00B70506">
        <w:t xml:space="preserve">. </w:t>
      </w:r>
    </w:p>
    <w:p w14:paraId="20610184" w14:textId="7116D91A" w:rsidR="009F5D86" w:rsidRPr="00B70506" w:rsidRDefault="00405573" w:rsidP="00D57EF7">
      <w:r w:rsidRPr="00B70506">
        <w:t xml:space="preserve">Der Spiegelschrank hat nicht nur ästhetische Vorzüge, sondern auch ganz praktische: </w:t>
      </w:r>
      <w:r w:rsidR="00E977D1" w:rsidRPr="00B70506">
        <w:t>Die Position des Schranks im Verhältnis zu Waschtisch und Armatur wird bereits bei der Badplanung festgelegt. Das hat den Vorteil, dass eine nachgelagerte Ausrichtun</w:t>
      </w:r>
      <w:r w:rsidRPr="00B70506">
        <w:t xml:space="preserve">g des Spiegelschranks entfällt und </w:t>
      </w:r>
      <w:r w:rsidR="00F84DC0" w:rsidRPr="00B70506">
        <w:t>er</w:t>
      </w:r>
      <w:r w:rsidRPr="00B70506">
        <w:t xml:space="preserve"> auch nach Beplankung und </w:t>
      </w:r>
      <w:proofErr w:type="spellStart"/>
      <w:r w:rsidRPr="00B70506">
        <w:t>Befliesung</w:t>
      </w:r>
      <w:proofErr w:type="spellEnd"/>
      <w:r w:rsidRPr="00B70506">
        <w:t xml:space="preserve"> der Installationswand </w:t>
      </w:r>
      <w:r w:rsidR="00AC661A" w:rsidRPr="00B70506">
        <w:t>an der gewünschten Stelle</w:t>
      </w:r>
      <w:r w:rsidRPr="00B70506">
        <w:t xml:space="preserve"> Platz hat.</w:t>
      </w:r>
      <w:r w:rsidR="00CF0B3B" w:rsidRPr="00B70506">
        <w:t xml:space="preserve"> Gleichzeitig bietet er Stauraum für die Badutensilien der Hotelgäste. </w:t>
      </w:r>
    </w:p>
    <w:p w14:paraId="009985EF" w14:textId="48C89511" w:rsidR="001B7B1D" w:rsidRPr="00B70506" w:rsidRDefault="009E7B3B" w:rsidP="00182340">
      <w:pPr>
        <w:rPr>
          <w:bCs/>
        </w:rPr>
      </w:pPr>
      <w:r w:rsidRPr="00B70506">
        <w:rPr>
          <w:b/>
          <w:bCs/>
        </w:rPr>
        <w:t xml:space="preserve">Bodenebene Dusche mit </w:t>
      </w:r>
      <w:r w:rsidR="0060050B" w:rsidRPr="00B70506">
        <w:rPr>
          <w:b/>
          <w:bCs/>
        </w:rPr>
        <w:t>i</w:t>
      </w:r>
      <w:r w:rsidRPr="00B70506">
        <w:rPr>
          <w:b/>
          <w:bCs/>
        </w:rPr>
        <w:t xml:space="preserve">ntegrierten Ablageflächen </w:t>
      </w:r>
      <w:r w:rsidRPr="00B70506">
        <w:rPr>
          <w:b/>
          <w:bCs/>
        </w:rPr>
        <w:br/>
      </w:r>
      <w:r w:rsidR="00CF02D9" w:rsidRPr="00B70506">
        <w:rPr>
          <w:bCs/>
        </w:rPr>
        <w:t>Bei der Gestaltung des Hotelbads</w:t>
      </w:r>
      <w:r w:rsidR="00DB3EBE" w:rsidRPr="00B70506">
        <w:rPr>
          <w:bCs/>
        </w:rPr>
        <w:t xml:space="preserve"> </w:t>
      </w:r>
      <w:r w:rsidR="00CF0B3B" w:rsidRPr="00B70506">
        <w:rPr>
          <w:bCs/>
        </w:rPr>
        <w:t xml:space="preserve">geht der Trend </w:t>
      </w:r>
      <w:bookmarkStart w:id="0" w:name="_GoBack"/>
      <w:bookmarkEnd w:id="0"/>
      <w:r w:rsidR="00CF0B3B" w:rsidRPr="00B70506">
        <w:rPr>
          <w:bCs/>
        </w:rPr>
        <w:t xml:space="preserve">zu bodenebenen Duschen ohne Schwellen. </w:t>
      </w:r>
      <w:r w:rsidRPr="00B70506">
        <w:rPr>
          <w:bCs/>
        </w:rPr>
        <w:t>Geberit ONE ist ideal mit allen bodenebenen Dusch</w:t>
      </w:r>
      <w:r w:rsidR="001B7B1D" w:rsidRPr="00B70506">
        <w:rPr>
          <w:bCs/>
        </w:rPr>
        <w:t>systemen</w:t>
      </w:r>
      <w:r w:rsidRPr="00B70506">
        <w:rPr>
          <w:bCs/>
        </w:rPr>
        <w:t xml:space="preserve"> </w:t>
      </w:r>
      <w:r w:rsidR="00CD64CB" w:rsidRPr="00B70506">
        <w:rPr>
          <w:bCs/>
        </w:rPr>
        <w:t xml:space="preserve">von Geberit </w:t>
      </w:r>
      <w:r w:rsidRPr="00B70506">
        <w:rPr>
          <w:bCs/>
        </w:rPr>
        <w:t>kombinierbar</w:t>
      </w:r>
      <w:r w:rsidR="00CD64CB" w:rsidRPr="00B70506">
        <w:rPr>
          <w:bCs/>
        </w:rPr>
        <w:t xml:space="preserve"> – ob Duschfläche</w:t>
      </w:r>
      <w:r w:rsidR="001B7B1D" w:rsidRPr="00B70506">
        <w:rPr>
          <w:bCs/>
        </w:rPr>
        <w:t xml:space="preserve"> </w:t>
      </w:r>
      <w:proofErr w:type="spellStart"/>
      <w:r w:rsidR="001B7B1D" w:rsidRPr="00B70506">
        <w:rPr>
          <w:bCs/>
        </w:rPr>
        <w:t>Seta</w:t>
      </w:r>
      <w:r w:rsidR="00DB3EBE" w:rsidRPr="00B70506">
        <w:rPr>
          <w:bCs/>
        </w:rPr>
        <w:t>p</w:t>
      </w:r>
      <w:r w:rsidR="001B7B1D" w:rsidRPr="00B70506">
        <w:rPr>
          <w:bCs/>
        </w:rPr>
        <w:t>lano</w:t>
      </w:r>
      <w:proofErr w:type="spellEnd"/>
      <w:r w:rsidR="00CD64CB" w:rsidRPr="00B70506">
        <w:rPr>
          <w:bCs/>
        </w:rPr>
        <w:t>, Duschrinne</w:t>
      </w:r>
      <w:r w:rsidR="001B7B1D" w:rsidRPr="00B70506">
        <w:rPr>
          <w:bCs/>
        </w:rPr>
        <w:t xml:space="preserve"> CleanLine</w:t>
      </w:r>
      <w:r w:rsidR="00CD64CB" w:rsidRPr="00B70506">
        <w:rPr>
          <w:bCs/>
        </w:rPr>
        <w:t xml:space="preserve"> oder auch </w:t>
      </w:r>
      <w:r w:rsidR="001B7B1D" w:rsidRPr="00B70506">
        <w:rPr>
          <w:bCs/>
        </w:rPr>
        <w:t xml:space="preserve">Geberit </w:t>
      </w:r>
      <w:r w:rsidR="00CD64CB" w:rsidRPr="00B70506">
        <w:rPr>
          <w:bCs/>
        </w:rPr>
        <w:t>Wandablauf</w:t>
      </w:r>
      <w:r w:rsidRPr="00B70506">
        <w:rPr>
          <w:bCs/>
        </w:rPr>
        <w:t xml:space="preserve">. </w:t>
      </w:r>
      <w:r w:rsidR="001B7B1D" w:rsidRPr="00B70506">
        <w:rPr>
          <w:bCs/>
        </w:rPr>
        <w:t>Der Wandablauf nutzt dabei das Vorwandkonzept am besten</w:t>
      </w:r>
      <w:r w:rsidR="00DB3EBE" w:rsidRPr="00B70506">
        <w:rPr>
          <w:bCs/>
        </w:rPr>
        <w:t xml:space="preserve"> aus</w:t>
      </w:r>
      <w:r w:rsidR="001B7B1D" w:rsidRPr="00B70506">
        <w:rPr>
          <w:bCs/>
        </w:rPr>
        <w:t xml:space="preserve">, denn es verlegt die Entwässerung der Dusche vom Boden in die Wand. </w:t>
      </w:r>
    </w:p>
    <w:p w14:paraId="3BA2950B" w14:textId="0F8D189D" w:rsidR="009A451C" w:rsidRPr="00B70506" w:rsidRDefault="002D373B" w:rsidP="009A451C">
      <w:pPr>
        <w:rPr>
          <w:bCs/>
        </w:rPr>
      </w:pPr>
      <w:r w:rsidRPr="00B70506">
        <w:rPr>
          <w:bCs/>
        </w:rPr>
        <w:t xml:space="preserve">Für Geberit ONE wurde das Konzept einer rahmenlosen Duschabtrennung entwickelt (Verfügbarkeit ab 1. Oktober 2019). </w:t>
      </w:r>
      <w:r w:rsidR="009A451C" w:rsidRPr="00B70506">
        <w:rPr>
          <w:bCs/>
        </w:rPr>
        <w:t xml:space="preserve">Sichtbare Befestigungen, an denen sich Schmutz und Kalk sammeln könnten, gibt es nicht. Die Fixierung der Glasfläche </w:t>
      </w:r>
      <w:proofErr w:type="gramStart"/>
      <w:r w:rsidR="009A451C" w:rsidRPr="00B70506">
        <w:rPr>
          <w:bCs/>
        </w:rPr>
        <w:t xml:space="preserve">ist unsichtbar in </w:t>
      </w:r>
      <w:r w:rsidR="00B21DB0" w:rsidRPr="00B70506">
        <w:rPr>
          <w:bCs/>
        </w:rPr>
        <w:t>die Vorwand</w:t>
      </w:r>
      <w:proofErr w:type="gramEnd"/>
      <w:r w:rsidR="00B21DB0" w:rsidRPr="00B70506">
        <w:rPr>
          <w:bCs/>
        </w:rPr>
        <w:t xml:space="preserve"> integriert</w:t>
      </w:r>
      <w:r w:rsidR="009A451C" w:rsidRPr="00B70506">
        <w:rPr>
          <w:bCs/>
        </w:rPr>
        <w:t xml:space="preserve">. Ein entscheidender Vorteil bei </w:t>
      </w:r>
      <w:r w:rsidR="005F6509" w:rsidRPr="00B70506">
        <w:rPr>
          <w:bCs/>
        </w:rPr>
        <w:t xml:space="preserve">der </w:t>
      </w:r>
      <w:r w:rsidR="009A451C" w:rsidRPr="00B70506">
        <w:rPr>
          <w:bCs/>
        </w:rPr>
        <w:t xml:space="preserve">Reinigung: Die Glasflächen der Duschabtrennung können ganz einfach mit </w:t>
      </w:r>
      <w:r w:rsidR="005F6509" w:rsidRPr="00B70506">
        <w:rPr>
          <w:bCs/>
        </w:rPr>
        <w:t>geringem</w:t>
      </w:r>
      <w:r w:rsidR="009A451C" w:rsidRPr="00B70506">
        <w:rPr>
          <w:bCs/>
        </w:rPr>
        <w:t xml:space="preserve"> Aufwand gesäubert werden.</w:t>
      </w:r>
    </w:p>
    <w:p w14:paraId="7D9116C8" w14:textId="32F5E9F8" w:rsidR="00F84DC0" w:rsidRPr="00B70506" w:rsidRDefault="001B7B1D" w:rsidP="00B50B68">
      <w:pPr>
        <w:rPr>
          <w:bCs/>
        </w:rPr>
      </w:pPr>
      <w:r w:rsidRPr="00B70506">
        <w:rPr>
          <w:bCs/>
        </w:rPr>
        <w:t xml:space="preserve">Geberit ONE bietet für die Dusche ein zusätzliches </w:t>
      </w:r>
      <w:r w:rsidR="00AC661A" w:rsidRPr="00B70506">
        <w:rPr>
          <w:bCs/>
        </w:rPr>
        <w:t>E</w:t>
      </w:r>
      <w:r w:rsidRPr="00B70506">
        <w:rPr>
          <w:bCs/>
        </w:rPr>
        <w:t>lement</w:t>
      </w:r>
      <w:r w:rsidR="00DB3EBE" w:rsidRPr="00B70506">
        <w:rPr>
          <w:bCs/>
        </w:rPr>
        <w:t xml:space="preserve">, das den Nutzerkomfort </w:t>
      </w:r>
      <w:r w:rsidR="00B50B68" w:rsidRPr="00B70506">
        <w:rPr>
          <w:bCs/>
        </w:rPr>
        <w:t>deutlich</w:t>
      </w:r>
      <w:r w:rsidR="00DB3EBE" w:rsidRPr="00B70506">
        <w:rPr>
          <w:bCs/>
        </w:rPr>
        <w:t xml:space="preserve"> erhöht</w:t>
      </w:r>
      <w:r w:rsidRPr="00B70506">
        <w:rPr>
          <w:bCs/>
        </w:rPr>
        <w:t xml:space="preserve">: </w:t>
      </w:r>
      <w:r w:rsidR="00DB3EBE" w:rsidRPr="00B70506">
        <w:rPr>
          <w:bCs/>
        </w:rPr>
        <w:t>eine</w:t>
      </w:r>
      <w:r w:rsidRPr="00B70506">
        <w:rPr>
          <w:bCs/>
        </w:rPr>
        <w:t xml:space="preserve"> Nischenablagebox. </w:t>
      </w:r>
      <w:r w:rsidR="00DB3EBE" w:rsidRPr="00B70506">
        <w:rPr>
          <w:bCs/>
        </w:rPr>
        <w:t>Sie bietet Platz für Shampoo</w:t>
      </w:r>
      <w:r w:rsidR="00B50B68" w:rsidRPr="00B70506">
        <w:rPr>
          <w:bCs/>
        </w:rPr>
        <w:t>,</w:t>
      </w:r>
      <w:r w:rsidR="00DB3EBE" w:rsidRPr="00B70506">
        <w:rPr>
          <w:bCs/>
        </w:rPr>
        <w:t xml:space="preserve"> Duschbad </w:t>
      </w:r>
      <w:r w:rsidR="00B50B68" w:rsidRPr="00B70506">
        <w:rPr>
          <w:bCs/>
        </w:rPr>
        <w:t>und</w:t>
      </w:r>
      <w:r w:rsidR="00DB3EBE" w:rsidRPr="00B70506">
        <w:rPr>
          <w:bCs/>
        </w:rPr>
        <w:t xml:space="preserve"> andere Pflegeprodukte, die bei</w:t>
      </w:r>
      <w:r w:rsidR="00B50B68" w:rsidRPr="00B70506">
        <w:rPr>
          <w:bCs/>
        </w:rPr>
        <w:t xml:space="preserve"> der Körperpflege</w:t>
      </w:r>
      <w:r w:rsidR="00DB3EBE" w:rsidRPr="00B70506">
        <w:rPr>
          <w:bCs/>
        </w:rPr>
        <w:t xml:space="preserve"> nötig sind</w:t>
      </w:r>
      <w:r w:rsidR="00B50B68" w:rsidRPr="00B70506">
        <w:rPr>
          <w:bCs/>
        </w:rPr>
        <w:t>. Herumstehende Behältnisse in der Dusche gehören damit der Vergangenheit an. Die Größe und Position der Box werden bereits bei der Planung des Duschbereichs festgelegt</w:t>
      </w:r>
      <w:r w:rsidR="004E4339" w:rsidRPr="00B70506">
        <w:rPr>
          <w:bCs/>
        </w:rPr>
        <w:t xml:space="preserve"> und die Box </w:t>
      </w:r>
      <w:r w:rsidR="00AC661A" w:rsidRPr="00B70506">
        <w:rPr>
          <w:bCs/>
        </w:rPr>
        <w:t>in das</w:t>
      </w:r>
      <w:r w:rsidR="004E4339" w:rsidRPr="00B70506">
        <w:rPr>
          <w:bCs/>
        </w:rPr>
        <w:t xml:space="preserve"> Vorwandsystem in</w:t>
      </w:r>
      <w:r w:rsidR="00AC661A" w:rsidRPr="00B70506">
        <w:rPr>
          <w:bCs/>
        </w:rPr>
        <w:t>tegriert</w:t>
      </w:r>
      <w:r w:rsidR="00B50B68" w:rsidRPr="00B70506">
        <w:rPr>
          <w:bCs/>
        </w:rPr>
        <w:t xml:space="preserve">. Das Innere </w:t>
      </w:r>
      <w:r w:rsidR="00AC661A" w:rsidRPr="00B70506">
        <w:rPr>
          <w:bCs/>
        </w:rPr>
        <w:t xml:space="preserve">der Ablage </w:t>
      </w:r>
      <w:r w:rsidR="00B50B68" w:rsidRPr="00B70506">
        <w:rPr>
          <w:bCs/>
        </w:rPr>
        <w:t xml:space="preserve">ist so gestaltet, dass Spritzwasser und Schmutzrückstände ganz einfach abfließen können und kein großer Reinigungsaufwand </w:t>
      </w:r>
      <w:r w:rsidR="004E4339" w:rsidRPr="00B70506">
        <w:rPr>
          <w:bCs/>
        </w:rPr>
        <w:t>entsteht</w:t>
      </w:r>
      <w:r w:rsidR="00B50B68" w:rsidRPr="00B70506">
        <w:rPr>
          <w:bCs/>
        </w:rPr>
        <w:t>. Optional ist die Ablagebox mit einer verspiegelten Schiebetür erhältlich, die sich wahlweise nach rechts oder links öffnen lässt</w:t>
      </w:r>
      <w:r w:rsidR="00CF0B3B" w:rsidRPr="00B70506">
        <w:rPr>
          <w:bCs/>
        </w:rPr>
        <w:t xml:space="preserve"> – ein besonderer Hingucker im </w:t>
      </w:r>
      <w:proofErr w:type="spellStart"/>
      <w:r w:rsidR="00CF0B3B" w:rsidRPr="00B70506">
        <w:rPr>
          <w:bCs/>
        </w:rPr>
        <w:t>Hotelbad</w:t>
      </w:r>
      <w:proofErr w:type="spellEnd"/>
      <w:proofErr w:type="gramStart"/>
      <w:r w:rsidR="00CF02D9" w:rsidRPr="00B70506">
        <w:rPr>
          <w:bCs/>
        </w:rPr>
        <w:t xml:space="preserve">, </w:t>
      </w:r>
      <w:r w:rsidR="004D37AF" w:rsidRPr="00B70506">
        <w:rPr>
          <w:bCs/>
        </w:rPr>
        <w:t>der</w:t>
      </w:r>
      <w:proofErr w:type="gramEnd"/>
      <w:r w:rsidR="004D37AF" w:rsidRPr="00B70506">
        <w:rPr>
          <w:bCs/>
        </w:rPr>
        <w:t xml:space="preserve"> </w:t>
      </w:r>
      <w:r w:rsidR="00CF02D9" w:rsidRPr="00B70506">
        <w:rPr>
          <w:bCs/>
        </w:rPr>
        <w:t>den Raum optisch größer erscheinen lässt.</w:t>
      </w:r>
    </w:p>
    <w:p w14:paraId="7E478B34" w14:textId="29361095" w:rsidR="006A608C" w:rsidRPr="00B70506" w:rsidRDefault="00182340" w:rsidP="00182340">
      <w:pPr>
        <w:rPr>
          <w:bCs/>
        </w:rPr>
      </w:pPr>
      <w:r w:rsidRPr="00B70506">
        <w:rPr>
          <w:b/>
          <w:bCs/>
        </w:rPr>
        <w:t>Nutzerbedürfnisse fest im Blick</w:t>
      </w:r>
      <w:r w:rsidR="004E4339" w:rsidRPr="00B70506">
        <w:rPr>
          <w:b/>
          <w:bCs/>
        </w:rPr>
        <w:t xml:space="preserve"> – besonder</w:t>
      </w:r>
      <w:r w:rsidR="006A608C" w:rsidRPr="00B70506">
        <w:rPr>
          <w:b/>
          <w:bCs/>
        </w:rPr>
        <w:t>s</w:t>
      </w:r>
      <w:r w:rsidR="004E4339" w:rsidRPr="00B70506">
        <w:rPr>
          <w:b/>
          <w:bCs/>
        </w:rPr>
        <w:t xml:space="preserve"> beim WC</w:t>
      </w:r>
      <w:r w:rsidRPr="00B70506">
        <w:rPr>
          <w:b/>
          <w:bCs/>
        </w:rPr>
        <w:br/>
      </w:r>
      <w:r w:rsidR="004E4339" w:rsidRPr="00B70506">
        <w:rPr>
          <w:bCs/>
        </w:rPr>
        <w:t>Technische Raffinesse, ansprechendes Design und die Kombination von sichtbaren und unsichtbaren Elementen zeichn</w:t>
      </w:r>
      <w:r w:rsidR="00FC5324" w:rsidRPr="00B70506">
        <w:rPr>
          <w:bCs/>
        </w:rPr>
        <w:t xml:space="preserve">en </w:t>
      </w:r>
      <w:r w:rsidR="00AC661A" w:rsidRPr="00B70506">
        <w:rPr>
          <w:bCs/>
        </w:rPr>
        <w:t xml:space="preserve">auch </w:t>
      </w:r>
      <w:r w:rsidR="00FC5324" w:rsidRPr="00B70506">
        <w:rPr>
          <w:bCs/>
        </w:rPr>
        <w:t>das neue Geberit ONE WC aus.</w:t>
      </w:r>
      <w:r w:rsidR="00F80A1C" w:rsidRPr="00B70506">
        <w:rPr>
          <w:bCs/>
        </w:rPr>
        <w:t xml:space="preserve"> </w:t>
      </w:r>
      <w:r w:rsidR="00FC5324" w:rsidRPr="00B70506">
        <w:rPr>
          <w:bCs/>
        </w:rPr>
        <w:t>Es ist perfekt proportioniert</w:t>
      </w:r>
      <w:r w:rsidR="006A608C" w:rsidRPr="00B70506">
        <w:rPr>
          <w:bCs/>
        </w:rPr>
        <w:t>,</w:t>
      </w:r>
      <w:r w:rsidR="00FC5324" w:rsidRPr="00B70506">
        <w:rPr>
          <w:bCs/>
        </w:rPr>
        <w:t xml:space="preserve"> hat keine sichtbare</w:t>
      </w:r>
      <w:r w:rsidR="006A608C" w:rsidRPr="00B70506">
        <w:rPr>
          <w:bCs/>
        </w:rPr>
        <w:t>n</w:t>
      </w:r>
      <w:r w:rsidR="00FC5324" w:rsidRPr="00B70506">
        <w:rPr>
          <w:bCs/>
        </w:rPr>
        <w:t xml:space="preserve"> Befestigungsschrauben</w:t>
      </w:r>
      <w:r w:rsidR="006A608C" w:rsidRPr="00B70506">
        <w:rPr>
          <w:bCs/>
        </w:rPr>
        <w:t xml:space="preserve"> und </w:t>
      </w:r>
      <w:r w:rsidR="00F80A1C" w:rsidRPr="00B70506">
        <w:rPr>
          <w:bCs/>
        </w:rPr>
        <w:t xml:space="preserve">lässt sich besonders leicht reinigen. </w:t>
      </w:r>
      <w:r w:rsidR="00FC5324" w:rsidRPr="00B70506">
        <w:rPr>
          <w:bCs/>
        </w:rPr>
        <w:t xml:space="preserve">Der WC-Sitz in Slim-Optik ist </w:t>
      </w:r>
      <w:r w:rsidR="00FC5324" w:rsidRPr="00B70506">
        <w:rPr>
          <w:bCs/>
        </w:rPr>
        <w:lastRenderedPageBreak/>
        <w:t>sehr schlank und verleiht de</w:t>
      </w:r>
      <w:r w:rsidR="00AC661A" w:rsidRPr="00B70506">
        <w:rPr>
          <w:bCs/>
        </w:rPr>
        <w:t xml:space="preserve">r Toilette </w:t>
      </w:r>
      <w:r w:rsidR="00FC5324" w:rsidRPr="00B70506">
        <w:rPr>
          <w:bCs/>
        </w:rPr>
        <w:t xml:space="preserve">zusammen mit der geschlossenen Keramik ein elegantes Aussehen. </w:t>
      </w:r>
    </w:p>
    <w:p w14:paraId="065A9061" w14:textId="00C3C3F4" w:rsidR="009A451C" w:rsidRPr="00B70506" w:rsidRDefault="00FC5324" w:rsidP="009A451C">
      <w:pPr>
        <w:rPr>
          <w:bCs/>
        </w:rPr>
      </w:pPr>
      <w:r w:rsidRPr="00B70506">
        <w:rPr>
          <w:bCs/>
        </w:rPr>
        <w:t>Im Inneren der spülrandlosen WC-Keramik fällt die asymmetrische Gestaltung auf</w:t>
      </w:r>
      <w:r w:rsidR="00AC661A" w:rsidRPr="00B70506">
        <w:rPr>
          <w:bCs/>
        </w:rPr>
        <w:t xml:space="preserve"> – die </w:t>
      </w:r>
      <w:r w:rsidRPr="00B70506">
        <w:rPr>
          <w:bCs/>
        </w:rPr>
        <w:t>TurboFlush-</w:t>
      </w:r>
      <w:r w:rsidR="00F81DB8" w:rsidRPr="00B70506">
        <w:rPr>
          <w:bCs/>
        </w:rPr>
        <w:t>Spültechnologie</w:t>
      </w:r>
      <w:r w:rsidRPr="00B70506">
        <w:rPr>
          <w:bCs/>
        </w:rPr>
        <w:t>. Mit jedem Spülvorgang fließt das Wasser seitlich in die Keramik hinein und vollzieht darin eine spiralförmige Bewegung. Der Wasserstrom wird so gelenkt, dass er für eine leise und sehr gründliche Ausspülung sorgt.</w:t>
      </w:r>
      <w:r w:rsidR="009A451C" w:rsidRPr="00B70506" w:rsidDel="00F606C8">
        <w:t xml:space="preserve"> </w:t>
      </w:r>
      <w:r w:rsidR="009A451C" w:rsidRPr="00B70506">
        <w:t>Die</w:t>
      </w:r>
      <w:r w:rsidR="009A451C" w:rsidRPr="00B70506" w:rsidDel="00F606C8">
        <w:t xml:space="preserve"> WC-Keramik ist mit der KeraTect Spezialglasur versehen. Diese Glasur wird in die Keramik eingebrannt und hat eine nahezu porenfreie sowie extrem glatte Oberfläche, welche </w:t>
      </w:r>
      <w:r w:rsidR="009A451C" w:rsidRPr="00B70506">
        <w:t>einfach und effizient sauber gehalten werden kann</w:t>
      </w:r>
      <w:r w:rsidR="009A451C" w:rsidRPr="00B70506" w:rsidDel="00F606C8">
        <w:t xml:space="preserve">. Zur Reinigung lassen sich WC-Sitz und -Deckel zudem durch eine leichte Zugbewegung nach oben mit nur einer Hand abnehmen. So ist das ONE WC deutlich leichter </w:t>
      </w:r>
      <w:r w:rsidR="009A451C" w:rsidRPr="00B70506">
        <w:t>zu reinigen</w:t>
      </w:r>
      <w:r w:rsidR="009A451C" w:rsidRPr="00B70506" w:rsidDel="00F606C8">
        <w:t xml:space="preserve"> als herkömmliche WC-Keramiken und erfüllt damit konsequent das Bedürfnis nach Reinheit und Hygiene.</w:t>
      </w:r>
    </w:p>
    <w:p w14:paraId="03ACDBF4" w14:textId="6C6FBD3D" w:rsidR="006A608C" w:rsidRPr="00B70506" w:rsidRDefault="006A608C" w:rsidP="006A608C">
      <w:pPr>
        <w:spacing w:after="0" w:line="360" w:lineRule="auto"/>
      </w:pPr>
      <w:r w:rsidRPr="00B70506">
        <w:t xml:space="preserve">Erweiterten Komfort bietet das WC in Kombination mit dem </w:t>
      </w:r>
      <w:r w:rsidR="00AC661A" w:rsidRPr="00B70506">
        <w:t xml:space="preserve">neuen </w:t>
      </w:r>
      <w:r w:rsidRPr="00B70506">
        <w:t xml:space="preserve">Geberit </w:t>
      </w:r>
      <w:proofErr w:type="spellStart"/>
      <w:r w:rsidRPr="00B70506">
        <w:t>DuoFresh</w:t>
      </w:r>
      <w:proofErr w:type="spellEnd"/>
      <w:r w:rsidRPr="00B70506">
        <w:t xml:space="preserve"> Modul mit Orientierungslicht, das eine effektive Geruchsabsaugung direkt in der WC-Keramik ermöglicht. Die Luft wird durch einen Keramikwabenfilter gereinigt und anschließend wieder in den Raum abgegeben. </w:t>
      </w:r>
      <w:r w:rsidR="00CF0B3B" w:rsidRPr="00B70506">
        <w:t xml:space="preserve">So können sich schlechte Gerüche im </w:t>
      </w:r>
      <w:proofErr w:type="spellStart"/>
      <w:r w:rsidR="00CF0B3B" w:rsidRPr="00B70506">
        <w:t>Hotelbad</w:t>
      </w:r>
      <w:proofErr w:type="spellEnd"/>
      <w:r w:rsidR="00CF0B3B" w:rsidRPr="00B70506">
        <w:t xml:space="preserve"> erst gar nicht ausbreiten. </w:t>
      </w:r>
      <w:r w:rsidRPr="00B70506">
        <w:t xml:space="preserve">Da für dieses Komfortelement ein Stromanschluss benötigt wird, sollte dieser bereits bei der Planung und Erstinstallation des WCs angelegt werden. </w:t>
      </w:r>
    </w:p>
    <w:p w14:paraId="593DB742" w14:textId="77777777" w:rsidR="004E4339" w:rsidRPr="00B70506" w:rsidRDefault="004E4339" w:rsidP="00922B14">
      <w:pPr>
        <w:pStyle w:val="Titel"/>
        <w:rPr>
          <w:b w:val="0"/>
          <w:bCs/>
          <w:lang w:val="de-DE"/>
        </w:rPr>
      </w:pPr>
    </w:p>
    <w:p w14:paraId="27DD49F4" w14:textId="77777777" w:rsidR="00D56CE7" w:rsidRPr="00B70506" w:rsidRDefault="00D56CE7" w:rsidP="00DF4612">
      <w:pPr>
        <w:spacing w:after="0" w:line="360" w:lineRule="auto"/>
        <w:rPr>
          <w:b/>
          <w:bCs/>
        </w:rPr>
      </w:pPr>
    </w:p>
    <w:p w14:paraId="2EA13377" w14:textId="0BEA9845" w:rsidR="00A51C53" w:rsidRPr="00B70506" w:rsidRDefault="00C2107F" w:rsidP="00A51C53">
      <w:pPr>
        <w:pStyle w:val="Untertitel"/>
      </w:pPr>
      <w:r w:rsidRPr="00B70506">
        <w:t>B</w:t>
      </w:r>
      <w:r w:rsidR="005B491D" w:rsidRPr="00B70506">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98062C" w:rsidRPr="00B70506" w14:paraId="66E09B30" w14:textId="77777777" w:rsidTr="008B2DBE">
        <w:trPr>
          <w:cantSplit/>
          <w:trHeight w:val="2248"/>
        </w:trPr>
        <w:tc>
          <w:tcPr>
            <w:tcW w:w="4240" w:type="dxa"/>
          </w:tcPr>
          <w:p w14:paraId="7520FA8F" w14:textId="0BB46A06" w:rsidR="00AC661A" w:rsidRPr="00B70506" w:rsidRDefault="00CF0B3B" w:rsidP="00076A04">
            <w:pPr>
              <w:rPr>
                <w:noProof/>
                <w:lang w:eastAsia="de-DE"/>
              </w:rPr>
            </w:pPr>
            <w:r w:rsidRPr="00B70506">
              <w:rPr>
                <w:noProof/>
                <w:lang w:eastAsia="de-DE"/>
              </w:rPr>
              <w:drawing>
                <wp:anchor distT="0" distB="0" distL="114300" distR="114300" simplePos="0" relativeHeight="251664384" behindDoc="1" locked="0" layoutInCell="1" allowOverlap="1" wp14:anchorId="79FAC20C" wp14:editId="0F23F4B8">
                  <wp:simplePos x="0" y="0"/>
                  <wp:positionH relativeFrom="column">
                    <wp:posOffset>-1905</wp:posOffset>
                  </wp:positionH>
                  <wp:positionV relativeFrom="paragraph">
                    <wp:posOffset>635</wp:posOffset>
                  </wp:positionV>
                  <wp:extent cx="1301115" cy="1733550"/>
                  <wp:effectExtent l="0" t="0" r="0" b="6350"/>
                  <wp:wrapTight wrapText="bothSides">
                    <wp:wrapPolygon edited="0">
                      <wp:start x="0" y="0"/>
                      <wp:lineTo x="0" y="21521"/>
                      <wp:lineTo x="21294" y="21521"/>
                      <wp:lineTo x="21294"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 Bathroom 05 A Geberit ONE Hotel.jpg"/>
                          <pic:cNvPicPr/>
                        </pic:nvPicPr>
                        <pic:blipFill>
                          <a:blip r:embed="rId12" cstate="print">
                            <a:extLst>
                              <a:ext uri="{28A0092B-C50C-407E-A947-70E740481C1C}">
                                <a14:useLocalDpi xmlns:a14="http://schemas.microsoft.com/office/drawing/2010/main"/>
                              </a:ext>
                            </a:extLst>
                          </a:blip>
                          <a:stretch>
                            <a:fillRect/>
                          </a:stretch>
                        </pic:blipFill>
                        <pic:spPr>
                          <a:xfrm>
                            <a:off x="0" y="0"/>
                            <a:ext cx="1301115" cy="173355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0D393631" w14:textId="6040B0F8" w:rsidR="00AC661A" w:rsidRPr="00B70506" w:rsidRDefault="00183BFC" w:rsidP="005E5BE3">
            <w:pPr>
              <w:widowControl w:val="0"/>
              <w:autoSpaceDE w:val="0"/>
              <w:autoSpaceDN w:val="0"/>
              <w:adjustRightInd w:val="0"/>
              <w:rPr>
                <w:b/>
                <w:color w:val="000000"/>
              </w:rPr>
            </w:pPr>
            <w:r w:rsidRPr="00B70506">
              <w:rPr>
                <w:b/>
                <w:color w:val="000000"/>
              </w:rPr>
              <w:t>[Geberit_ONE</w:t>
            </w:r>
            <w:r w:rsidR="0098062C" w:rsidRPr="00B70506">
              <w:rPr>
                <w:b/>
                <w:color w:val="000000"/>
              </w:rPr>
              <w:t>_Milieu1</w:t>
            </w:r>
            <w:r w:rsidRPr="00B70506">
              <w:rPr>
                <w:rFonts w:eastAsia="MS Mincho"/>
                <w:b/>
                <w:lang w:eastAsia="ja-JP"/>
              </w:rPr>
              <w:t>.jpg</w:t>
            </w:r>
            <w:r w:rsidRPr="00B70506">
              <w:rPr>
                <w:b/>
                <w:color w:val="000000"/>
              </w:rPr>
              <w:t>]</w:t>
            </w:r>
            <w:r w:rsidRPr="00B70506">
              <w:rPr>
                <w:b/>
                <w:color w:val="000000"/>
              </w:rPr>
              <w:br/>
            </w:r>
            <w:r w:rsidR="008B2DBE" w:rsidRPr="00B70506">
              <w:rPr>
                <w:color w:val="000000"/>
                <w:szCs w:val="20"/>
              </w:rPr>
              <w:t xml:space="preserve">Mit Geberit ONE bringt der </w:t>
            </w:r>
            <w:r w:rsidR="005E5BE3" w:rsidRPr="00B70506">
              <w:rPr>
                <w:color w:val="000000"/>
                <w:szCs w:val="20"/>
              </w:rPr>
              <w:t>Hersteller von Sanitärprodukten</w:t>
            </w:r>
            <w:r w:rsidR="008B2DBE" w:rsidRPr="00B70506">
              <w:rPr>
                <w:color w:val="000000"/>
                <w:szCs w:val="20"/>
              </w:rPr>
              <w:t xml:space="preserve"> ein Badkonzept auf den Markt, das die Bereiche hinter und vor der Wand als Einheit neu definiert. Dazu gehör</w:t>
            </w:r>
            <w:r w:rsidR="0098062C" w:rsidRPr="00B70506">
              <w:rPr>
                <w:color w:val="000000"/>
                <w:szCs w:val="20"/>
              </w:rPr>
              <w:t>en Elemente für den Waschplatz, die Dusche und das WC.</w:t>
            </w:r>
            <w:r w:rsidRPr="00B70506">
              <w:rPr>
                <w:color w:val="000000"/>
                <w:szCs w:val="20"/>
              </w:rPr>
              <w:br/>
            </w:r>
            <w:r w:rsidRPr="00B70506">
              <w:rPr>
                <w:color w:val="000000"/>
              </w:rPr>
              <w:t>Foto: Geberit</w:t>
            </w:r>
          </w:p>
        </w:tc>
      </w:tr>
      <w:tr w:rsidR="0098062C" w:rsidRPr="00B70506" w14:paraId="54812E62" w14:textId="77777777" w:rsidTr="00A40FD3">
        <w:trPr>
          <w:cantSplit/>
          <w:trHeight w:val="2215"/>
        </w:trPr>
        <w:tc>
          <w:tcPr>
            <w:tcW w:w="4240" w:type="dxa"/>
          </w:tcPr>
          <w:p w14:paraId="50218B1B" w14:textId="60BD510A" w:rsidR="00D365D8" w:rsidRPr="00B70506" w:rsidRDefault="0098062C" w:rsidP="00076A04">
            <w:pPr>
              <w:rPr>
                <w:noProof/>
                <w:lang w:eastAsia="de-DE"/>
              </w:rPr>
            </w:pPr>
            <w:r w:rsidRPr="00B70506">
              <w:rPr>
                <w:noProof/>
                <w:lang w:eastAsia="de-DE"/>
              </w:rPr>
              <w:lastRenderedPageBreak/>
              <w:drawing>
                <wp:anchor distT="0" distB="0" distL="114300" distR="114300" simplePos="0" relativeHeight="251665408" behindDoc="1" locked="0" layoutInCell="1" allowOverlap="1" wp14:anchorId="567F7DDE" wp14:editId="01533390">
                  <wp:simplePos x="0" y="0"/>
                  <wp:positionH relativeFrom="column">
                    <wp:posOffset>-1905</wp:posOffset>
                  </wp:positionH>
                  <wp:positionV relativeFrom="paragraph">
                    <wp:posOffset>-4865370</wp:posOffset>
                  </wp:positionV>
                  <wp:extent cx="1805305" cy="1193165"/>
                  <wp:effectExtent l="0" t="0" r="0" b="635"/>
                  <wp:wrapTight wrapText="bothSides">
                    <wp:wrapPolygon edited="0">
                      <wp:start x="0" y="0"/>
                      <wp:lineTo x="0" y="21382"/>
                      <wp:lineTo x="21425" y="21382"/>
                      <wp:lineTo x="2142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eberit_ONE.jpg"/>
                          <pic:cNvPicPr/>
                        </pic:nvPicPr>
                        <pic:blipFill>
                          <a:blip r:embed="rId13"/>
                          <a:stretch>
                            <a:fillRect/>
                          </a:stretch>
                        </pic:blipFill>
                        <pic:spPr>
                          <a:xfrm>
                            <a:off x="0" y="0"/>
                            <a:ext cx="1805305" cy="119316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1E25FC7" w14:textId="15BBC520" w:rsidR="00D365D8" w:rsidRPr="00B70506" w:rsidRDefault="00D365D8" w:rsidP="0060050B">
            <w:pPr>
              <w:widowControl w:val="0"/>
              <w:autoSpaceDE w:val="0"/>
              <w:autoSpaceDN w:val="0"/>
              <w:adjustRightInd w:val="0"/>
              <w:rPr>
                <w:b/>
                <w:color w:val="000000"/>
              </w:rPr>
            </w:pPr>
            <w:r w:rsidRPr="00B70506">
              <w:rPr>
                <w:b/>
                <w:color w:val="000000"/>
              </w:rPr>
              <w:t>[</w:t>
            </w:r>
            <w:r w:rsidR="008A21DF" w:rsidRPr="00B70506">
              <w:rPr>
                <w:b/>
                <w:color w:val="000000"/>
              </w:rPr>
              <w:t>Geberit_</w:t>
            </w:r>
            <w:r w:rsidR="00E3490A" w:rsidRPr="00B70506">
              <w:rPr>
                <w:b/>
                <w:color w:val="000000"/>
              </w:rPr>
              <w:t>O</w:t>
            </w:r>
            <w:r w:rsidR="009C2996" w:rsidRPr="00B70506">
              <w:rPr>
                <w:b/>
                <w:color w:val="000000"/>
              </w:rPr>
              <w:t>NE</w:t>
            </w:r>
            <w:r w:rsidR="00E3490A" w:rsidRPr="00B70506">
              <w:rPr>
                <w:b/>
                <w:color w:val="000000"/>
              </w:rPr>
              <w:t>_</w:t>
            </w:r>
            <w:r w:rsidR="0098062C" w:rsidRPr="00B70506">
              <w:rPr>
                <w:b/>
                <w:color w:val="000000"/>
              </w:rPr>
              <w:t>Milieu2</w:t>
            </w:r>
            <w:r w:rsidRPr="00B70506">
              <w:rPr>
                <w:rFonts w:eastAsia="MS Mincho"/>
                <w:b/>
                <w:lang w:eastAsia="ja-JP"/>
              </w:rPr>
              <w:t>.jpg</w:t>
            </w:r>
            <w:r w:rsidRPr="00B70506">
              <w:rPr>
                <w:b/>
                <w:color w:val="000000"/>
              </w:rPr>
              <w:t>]</w:t>
            </w:r>
            <w:r w:rsidR="0098062C" w:rsidRPr="00B70506">
              <w:rPr>
                <w:color w:val="000000"/>
                <w:szCs w:val="20"/>
              </w:rPr>
              <w:br/>
            </w:r>
            <w:r w:rsidR="00E3490A" w:rsidRPr="00B70506">
              <w:rPr>
                <w:color w:val="000000"/>
                <w:szCs w:val="20"/>
              </w:rPr>
              <w:t xml:space="preserve">Das </w:t>
            </w:r>
            <w:r w:rsidR="0098062C" w:rsidRPr="00B70506">
              <w:rPr>
                <w:color w:val="000000"/>
                <w:szCs w:val="20"/>
              </w:rPr>
              <w:t xml:space="preserve">Badkonzept </w:t>
            </w:r>
            <w:r w:rsidR="00E3490A" w:rsidRPr="00B70506">
              <w:rPr>
                <w:color w:val="000000"/>
                <w:szCs w:val="20"/>
              </w:rPr>
              <w:t>Geberit O</w:t>
            </w:r>
            <w:r w:rsidR="009C2996" w:rsidRPr="00B70506">
              <w:rPr>
                <w:color w:val="000000"/>
                <w:szCs w:val="20"/>
              </w:rPr>
              <w:t>NE</w:t>
            </w:r>
            <w:r w:rsidR="00E3490A" w:rsidRPr="00B70506">
              <w:rPr>
                <w:color w:val="000000"/>
                <w:szCs w:val="20"/>
              </w:rPr>
              <w:t xml:space="preserve"> </w:t>
            </w:r>
            <w:r w:rsidR="0098062C" w:rsidRPr="00B70506">
              <w:rPr>
                <w:color w:val="000000"/>
                <w:szCs w:val="20"/>
              </w:rPr>
              <w:t xml:space="preserve">verlegt alles, was nicht unbedingt benötigt wird, eine Ebene nach </w:t>
            </w:r>
            <w:proofErr w:type="gramStart"/>
            <w:r w:rsidR="0098062C" w:rsidRPr="00B70506">
              <w:rPr>
                <w:color w:val="000000"/>
                <w:szCs w:val="20"/>
              </w:rPr>
              <w:t>hinten in die Vorwand.</w:t>
            </w:r>
            <w:proofErr w:type="gramEnd"/>
            <w:r w:rsidR="0098062C" w:rsidRPr="00B70506">
              <w:rPr>
                <w:color w:val="000000"/>
                <w:szCs w:val="20"/>
              </w:rPr>
              <w:t xml:space="preserve"> Durch den unsichtbar eingebauten Siphon </w:t>
            </w:r>
            <w:r w:rsidR="00BA437F" w:rsidRPr="00B70506">
              <w:rPr>
                <w:color w:val="000000"/>
                <w:szCs w:val="20"/>
              </w:rPr>
              <w:t xml:space="preserve">erlangt </w:t>
            </w:r>
            <w:r w:rsidR="0098062C" w:rsidRPr="00B70506">
              <w:rPr>
                <w:color w:val="000000"/>
                <w:szCs w:val="20"/>
              </w:rPr>
              <w:t xml:space="preserve">der Waschtisch einen frei schwebenden Eindruck. </w:t>
            </w:r>
            <w:r w:rsidR="00E3490A" w:rsidRPr="00B70506">
              <w:rPr>
                <w:color w:val="000000"/>
                <w:szCs w:val="20"/>
              </w:rPr>
              <w:br/>
            </w:r>
            <w:r w:rsidR="00713837" w:rsidRPr="00B70506">
              <w:rPr>
                <w:color w:val="000000"/>
              </w:rPr>
              <w:t>Foto: Geberit</w:t>
            </w:r>
          </w:p>
        </w:tc>
      </w:tr>
      <w:tr w:rsidR="0098062C" w:rsidRPr="00B70506" w14:paraId="68061968" w14:textId="77777777" w:rsidTr="00332870">
        <w:trPr>
          <w:cantSplit/>
          <w:trHeight w:val="1964"/>
        </w:trPr>
        <w:tc>
          <w:tcPr>
            <w:tcW w:w="4240" w:type="dxa"/>
          </w:tcPr>
          <w:p w14:paraId="374701C9" w14:textId="26E4F7EF" w:rsidR="008C40D9" w:rsidRPr="00B70506" w:rsidRDefault="00E3490A" w:rsidP="00076A04">
            <w:pPr>
              <w:rPr>
                <w:noProof/>
                <w:lang w:eastAsia="de-DE"/>
              </w:rPr>
            </w:pPr>
            <w:r w:rsidRPr="00B70506">
              <w:rPr>
                <w:noProof/>
                <w:lang w:eastAsia="de-DE"/>
              </w:rPr>
              <w:drawing>
                <wp:anchor distT="0" distB="0" distL="114300" distR="114300" simplePos="0" relativeHeight="251660288" behindDoc="0" locked="0" layoutInCell="1" allowOverlap="1" wp14:anchorId="2362A0C5" wp14:editId="58A048C8">
                  <wp:simplePos x="0" y="0"/>
                  <wp:positionH relativeFrom="column">
                    <wp:posOffset>0</wp:posOffset>
                  </wp:positionH>
                  <wp:positionV relativeFrom="paragraph">
                    <wp:posOffset>0</wp:posOffset>
                  </wp:positionV>
                  <wp:extent cx="1761490" cy="1243965"/>
                  <wp:effectExtent l="0" t="0" r="0" b="635"/>
                  <wp:wrapTight wrapText="bothSides">
                    <wp:wrapPolygon edited="0">
                      <wp:start x="0" y="0"/>
                      <wp:lineTo x="0" y="21170"/>
                      <wp:lineTo x="21180" y="21170"/>
                      <wp:lineTo x="21180" y="0"/>
                      <wp:lineTo x="0" y="0"/>
                    </wp:wrapPolygon>
                  </wp:wrapTight>
                  <wp:docPr id="9" name="Bild 9" descr="Daten:Kunden:GEBERIT:Messen:2019:BAU:Pressemappe:Geberit ONE WC:Bilder:Geberit_ONE-WC_Turbo-Flu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Messen:2019:BAU:Pressemappe:Geberit ONE WC:Bilder:Geberit_ONE-WC_Turbo-Flush.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61490" cy="124396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A1C3ABC" w14:textId="1E6BDA01" w:rsidR="008C40D9" w:rsidRPr="00B70506" w:rsidRDefault="008C40D9" w:rsidP="00A40FD3">
            <w:pPr>
              <w:widowControl w:val="0"/>
              <w:autoSpaceDE w:val="0"/>
              <w:autoSpaceDN w:val="0"/>
              <w:adjustRightInd w:val="0"/>
              <w:rPr>
                <w:b/>
                <w:color w:val="000000"/>
              </w:rPr>
            </w:pPr>
            <w:r w:rsidRPr="00B70506">
              <w:rPr>
                <w:b/>
                <w:color w:val="000000"/>
              </w:rPr>
              <w:t>[Geberit_</w:t>
            </w:r>
            <w:r w:rsidR="00E3490A" w:rsidRPr="00B70506">
              <w:rPr>
                <w:b/>
                <w:color w:val="000000"/>
              </w:rPr>
              <w:t>O</w:t>
            </w:r>
            <w:r w:rsidR="009C2996" w:rsidRPr="00B70506">
              <w:rPr>
                <w:b/>
                <w:color w:val="000000"/>
              </w:rPr>
              <w:t>NE</w:t>
            </w:r>
            <w:r w:rsidR="00E3490A" w:rsidRPr="00B70506">
              <w:rPr>
                <w:b/>
                <w:color w:val="000000"/>
              </w:rPr>
              <w:t>_WC_Innengeometrie</w:t>
            </w:r>
            <w:r w:rsidRPr="00B70506">
              <w:rPr>
                <w:rFonts w:eastAsia="MS Mincho"/>
                <w:b/>
                <w:lang w:eastAsia="ja-JP"/>
              </w:rPr>
              <w:t>.jpg</w:t>
            </w:r>
            <w:r w:rsidRPr="00B70506">
              <w:rPr>
                <w:b/>
                <w:color w:val="000000"/>
              </w:rPr>
              <w:t>]</w:t>
            </w:r>
            <w:r w:rsidRPr="00B70506">
              <w:rPr>
                <w:b/>
                <w:color w:val="000000"/>
              </w:rPr>
              <w:br/>
            </w:r>
            <w:r w:rsidR="008725E5" w:rsidRPr="00B70506">
              <w:t xml:space="preserve">Das Geberit ONE WC </w:t>
            </w:r>
            <w:r w:rsidR="00BA437F" w:rsidRPr="00B70506">
              <w:t xml:space="preserve">verfügt über </w:t>
            </w:r>
            <w:r w:rsidR="008725E5" w:rsidRPr="00B70506">
              <w:t>eine spülrandlose WC-Keramik mit TurboFlush-Spültechnologie</w:t>
            </w:r>
            <w:r w:rsidR="00BA437F" w:rsidRPr="00B70506">
              <w:t xml:space="preserve">: </w:t>
            </w:r>
            <w:r w:rsidR="00E3490A" w:rsidRPr="00B70506">
              <w:t xml:space="preserve">Das Wasser fließt </w:t>
            </w:r>
            <w:r w:rsidR="00A40FD3" w:rsidRPr="00B70506">
              <w:t xml:space="preserve">beim Spülen </w:t>
            </w:r>
            <w:r w:rsidR="00E3490A" w:rsidRPr="00B70506">
              <w:t>seitlich in die WC-Keramik hinein und vollzieht darin eine spiralförmige Bewegung – für eine flüsterleise und sehr gründliche Ausspülung</w:t>
            </w:r>
            <w:r w:rsidR="00786257" w:rsidRPr="00B70506">
              <w:rPr>
                <w:color w:val="000000"/>
              </w:rPr>
              <w:t>.</w:t>
            </w:r>
            <w:r w:rsidRPr="00B70506">
              <w:rPr>
                <w:color w:val="000000"/>
              </w:rPr>
              <w:br/>
              <w:t>Foto: Geberit</w:t>
            </w:r>
          </w:p>
        </w:tc>
      </w:tr>
      <w:tr w:rsidR="0098062C" w:rsidRPr="00B70506" w14:paraId="6A57E847" w14:textId="77777777" w:rsidTr="00332870">
        <w:trPr>
          <w:cantSplit/>
          <w:trHeight w:val="1964"/>
        </w:trPr>
        <w:tc>
          <w:tcPr>
            <w:tcW w:w="4240" w:type="dxa"/>
          </w:tcPr>
          <w:p w14:paraId="3DDCC023" w14:textId="266515DD" w:rsidR="00786257" w:rsidRPr="00B70506" w:rsidRDefault="00183BFC" w:rsidP="00786257">
            <w:pPr>
              <w:rPr>
                <w:noProof/>
                <w:lang w:eastAsia="de-DE"/>
              </w:rPr>
            </w:pPr>
            <w:r w:rsidRPr="00B70506">
              <w:rPr>
                <w:noProof/>
                <w:lang w:eastAsia="de-DE"/>
              </w:rPr>
              <w:drawing>
                <wp:anchor distT="0" distB="0" distL="114300" distR="114300" simplePos="0" relativeHeight="251663360" behindDoc="0" locked="0" layoutInCell="1" allowOverlap="1" wp14:anchorId="70A08B21" wp14:editId="45164613">
                  <wp:simplePos x="0" y="0"/>
                  <wp:positionH relativeFrom="column">
                    <wp:posOffset>0</wp:posOffset>
                  </wp:positionH>
                  <wp:positionV relativeFrom="paragraph">
                    <wp:posOffset>0</wp:posOffset>
                  </wp:positionV>
                  <wp:extent cx="1257300" cy="1678940"/>
                  <wp:effectExtent l="0" t="0" r="12700" b="0"/>
                  <wp:wrapTight wrapText="bothSides">
                    <wp:wrapPolygon edited="0">
                      <wp:start x="0" y="0"/>
                      <wp:lineTo x="0" y="21241"/>
                      <wp:lineTo x="21382" y="21241"/>
                      <wp:lineTo x="21382" y="0"/>
                      <wp:lineTo x="0" y="0"/>
                    </wp:wrapPolygon>
                  </wp:wrapTight>
                  <wp:docPr id="6" name="Bild 6" descr="Daten:Kunden:GEBERIT:Bilder:1_Produkte:Betaetigungen:WC_Sigma:Sigma50:2019:jpeg_300:2019 Bathroom 01 E1 Geberit ONE floa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Bilder:1_Produkte:Betaetigungen:WC_Sigma:Sigma50:2019:jpeg_300:2019 Bathroom 01 E1 Geberit ONE floating.jpg"/>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1257300" cy="16789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8C3CB37" w14:textId="29A629C7" w:rsidR="00786257" w:rsidRPr="00B70506" w:rsidRDefault="00786257" w:rsidP="00ED16E1">
            <w:pPr>
              <w:widowControl w:val="0"/>
              <w:autoSpaceDE w:val="0"/>
              <w:autoSpaceDN w:val="0"/>
              <w:adjustRightInd w:val="0"/>
            </w:pPr>
            <w:r w:rsidRPr="00B70506">
              <w:rPr>
                <w:b/>
                <w:color w:val="000000"/>
              </w:rPr>
              <w:t>[Geberit_</w:t>
            </w:r>
            <w:r w:rsidR="00E3490A" w:rsidRPr="00B70506">
              <w:rPr>
                <w:b/>
                <w:color w:val="000000"/>
              </w:rPr>
              <w:t>O</w:t>
            </w:r>
            <w:r w:rsidR="009C2996" w:rsidRPr="00B70506">
              <w:rPr>
                <w:b/>
                <w:color w:val="000000"/>
              </w:rPr>
              <w:t>NE</w:t>
            </w:r>
            <w:r w:rsidR="00ED16E1" w:rsidRPr="00B70506">
              <w:rPr>
                <w:b/>
                <w:color w:val="000000"/>
              </w:rPr>
              <w:t>_</w:t>
            </w:r>
            <w:r w:rsidR="008B2DBE" w:rsidRPr="00B70506">
              <w:rPr>
                <w:b/>
                <w:color w:val="000000"/>
              </w:rPr>
              <w:t>WC_DuoFresh</w:t>
            </w:r>
            <w:r w:rsidR="007C4A28" w:rsidRPr="00B70506">
              <w:rPr>
                <w:b/>
                <w:color w:val="000000"/>
              </w:rPr>
              <w:t>_</w:t>
            </w:r>
            <w:r w:rsidR="008B2DBE" w:rsidRPr="00B70506">
              <w:rPr>
                <w:b/>
                <w:color w:val="000000"/>
              </w:rPr>
              <w:t>Orientierungslicht</w:t>
            </w:r>
            <w:r w:rsidR="00A40FD3" w:rsidRPr="00B70506">
              <w:rPr>
                <w:b/>
                <w:color w:val="000000"/>
              </w:rPr>
              <w:t>.</w:t>
            </w:r>
            <w:r w:rsidRPr="00B70506">
              <w:rPr>
                <w:rFonts w:eastAsia="MS Mincho"/>
                <w:b/>
                <w:lang w:eastAsia="ja-JP"/>
              </w:rPr>
              <w:t>jpg</w:t>
            </w:r>
            <w:r w:rsidRPr="00B70506">
              <w:rPr>
                <w:b/>
                <w:color w:val="000000"/>
              </w:rPr>
              <w:t>]</w:t>
            </w:r>
            <w:r w:rsidRPr="00B70506">
              <w:rPr>
                <w:b/>
                <w:color w:val="000000"/>
              </w:rPr>
              <w:br/>
            </w:r>
            <w:r w:rsidR="008B2DBE" w:rsidRPr="00B70506">
              <w:t xml:space="preserve">Erweiterten Komfort bietet das Geberit ONE WC in Kombination mit dem neuen </w:t>
            </w:r>
            <w:proofErr w:type="spellStart"/>
            <w:r w:rsidR="008B2DBE" w:rsidRPr="00B70506">
              <w:t>DuoFresh</w:t>
            </w:r>
            <w:proofErr w:type="spellEnd"/>
            <w:r w:rsidR="008B2DBE" w:rsidRPr="00B70506">
              <w:t xml:space="preserve"> Modul mit Orientierungslicht, das eine effektive Geruchsabsaugung direkt in der WC-Keramik ermöglicht.</w:t>
            </w:r>
            <w:r w:rsidR="008725E5" w:rsidRPr="00B70506">
              <w:t xml:space="preserve"> </w:t>
            </w:r>
            <w:r w:rsidR="00A40FD3" w:rsidRPr="00B70506">
              <w:br/>
            </w:r>
            <w:r w:rsidRPr="00B70506">
              <w:rPr>
                <w:color w:val="000000"/>
              </w:rPr>
              <w:t>Foto: Geberit</w:t>
            </w:r>
          </w:p>
        </w:tc>
      </w:tr>
    </w:tbl>
    <w:p w14:paraId="778A82D7" w14:textId="77777777" w:rsidR="00461BAF" w:rsidRPr="00B70506" w:rsidRDefault="00461BAF" w:rsidP="00085424">
      <w:pPr>
        <w:spacing w:after="0" w:line="240" w:lineRule="auto"/>
        <w:rPr>
          <w:rStyle w:val="Betont"/>
          <w:b/>
        </w:rPr>
      </w:pPr>
    </w:p>
    <w:p w14:paraId="00007DCF" w14:textId="77777777" w:rsidR="009B3358" w:rsidRPr="00B70506" w:rsidRDefault="009B3358" w:rsidP="00085424">
      <w:pPr>
        <w:spacing w:after="0" w:line="240" w:lineRule="auto"/>
        <w:rPr>
          <w:rStyle w:val="Betont"/>
          <w:b/>
        </w:rPr>
      </w:pPr>
    </w:p>
    <w:p w14:paraId="14B3962A" w14:textId="77777777" w:rsidR="009B3358" w:rsidRPr="00B70506" w:rsidRDefault="009B3358" w:rsidP="00085424">
      <w:pPr>
        <w:spacing w:after="0" w:line="240" w:lineRule="auto"/>
        <w:rPr>
          <w:rStyle w:val="Betont"/>
          <w:b/>
        </w:rPr>
      </w:pPr>
    </w:p>
    <w:p w14:paraId="32B2EA99" w14:textId="2DE7123E" w:rsidR="008D397A" w:rsidRPr="00B70506" w:rsidRDefault="00CC6242" w:rsidP="00085424">
      <w:pPr>
        <w:spacing w:after="0" w:line="240" w:lineRule="auto"/>
        <w:rPr>
          <w:rStyle w:val="Betont"/>
          <w:b/>
        </w:rPr>
      </w:pPr>
      <w:r w:rsidRPr="00B70506">
        <w:rPr>
          <w:rStyle w:val="Betont"/>
          <w:b/>
        </w:rPr>
        <w:t>Weitere Auskünfte erteilt:</w:t>
      </w:r>
    </w:p>
    <w:p w14:paraId="63280DF3" w14:textId="10DE7513" w:rsidR="00F02A16" w:rsidRPr="00B70506" w:rsidRDefault="00CC6242" w:rsidP="00055A5C">
      <w:pPr>
        <w:pStyle w:val="Boilerpatebold"/>
        <w:rPr>
          <w:rStyle w:val="Betont"/>
          <w:b w:val="0"/>
        </w:rPr>
      </w:pPr>
      <w:r w:rsidRPr="00B70506">
        <w:rPr>
          <w:rStyle w:val="Betont"/>
          <w:b w:val="0"/>
        </w:rPr>
        <w:t>Ansel &amp; Möllers GmbH</w:t>
      </w:r>
      <w:r w:rsidR="00055A5C" w:rsidRPr="00B70506">
        <w:rPr>
          <w:rStyle w:val="Betont"/>
          <w:b w:val="0"/>
        </w:rPr>
        <w:br/>
      </w:r>
      <w:r w:rsidRPr="00B70506">
        <w:rPr>
          <w:rStyle w:val="Betont"/>
          <w:b w:val="0"/>
        </w:rPr>
        <w:t>König-Karl-Straße 10, 70372 Stuttgart</w:t>
      </w:r>
      <w:r w:rsidR="00AB7E1B" w:rsidRPr="00B70506">
        <w:rPr>
          <w:rStyle w:val="Betont"/>
          <w:b w:val="0"/>
        </w:rPr>
        <w:br/>
      </w:r>
      <w:r w:rsidR="00572E53" w:rsidRPr="00B70506">
        <w:rPr>
          <w:rStyle w:val="Betont"/>
          <w:b w:val="0"/>
        </w:rPr>
        <w:t>Nathalie La Corte</w:t>
      </w:r>
      <w:r w:rsidR="006E5E17" w:rsidRPr="00B70506">
        <w:rPr>
          <w:rStyle w:val="Betont"/>
          <w:b w:val="0"/>
        </w:rPr>
        <w:t xml:space="preserve">, </w:t>
      </w:r>
      <w:r w:rsidR="005120AC" w:rsidRPr="00B70506">
        <w:rPr>
          <w:rStyle w:val="Betont"/>
          <w:b w:val="0"/>
        </w:rPr>
        <w:t>Michaela Lang</w:t>
      </w:r>
      <w:r w:rsidR="00AB7E1B" w:rsidRPr="00B70506">
        <w:rPr>
          <w:rStyle w:val="Betont"/>
          <w:b w:val="0"/>
        </w:rPr>
        <w:br/>
        <w:t>Tel. +4</w:t>
      </w:r>
      <w:r w:rsidRPr="00B70506">
        <w:rPr>
          <w:rStyle w:val="Betont"/>
          <w:b w:val="0"/>
        </w:rPr>
        <w:t>9</w:t>
      </w:r>
      <w:r w:rsidR="00AB7E1B" w:rsidRPr="00B70506">
        <w:rPr>
          <w:rStyle w:val="Betont"/>
          <w:b w:val="0"/>
        </w:rPr>
        <w:t xml:space="preserve"> (0)</w:t>
      </w:r>
      <w:r w:rsidRPr="00B70506">
        <w:rPr>
          <w:rStyle w:val="Betont"/>
          <w:b w:val="0"/>
        </w:rPr>
        <w:t>711 92545-1</w:t>
      </w:r>
      <w:r w:rsidR="006E5E17" w:rsidRPr="00B70506">
        <w:rPr>
          <w:rStyle w:val="Betont"/>
          <w:b w:val="0"/>
        </w:rPr>
        <w:t>7</w:t>
      </w:r>
    </w:p>
    <w:p w14:paraId="740EE9C4" w14:textId="2F967FE6" w:rsidR="00CC6242" w:rsidRPr="00B70506" w:rsidRDefault="00CC6242" w:rsidP="00055A5C">
      <w:pPr>
        <w:pStyle w:val="Boilerpatebold"/>
        <w:rPr>
          <w:rStyle w:val="Betont"/>
          <w:b w:val="0"/>
        </w:rPr>
      </w:pPr>
      <w:r w:rsidRPr="00B70506">
        <w:rPr>
          <w:rStyle w:val="Betont"/>
          <w:b w:val="0"/>
        </w:rPr>
        <w:t xml:space="preserve">Mail: </w:t>
      </w:r>
      <w:r w:rsidR="006E5E17" w:rsidRPr="00B70506">
        <w:rPr>
          <w:rStyle w:val="Betont"/>
          <w:b w:val="0"/>
        </w:rPr>
        <w:t>n.lacorte</w:t>
      </w:r>
      <w:r w:rsidRPr="00B70506">
        <w:rPr>
          <w:rStyle w:val="Betont"/>
          <w:b w:val="0"/>
        </w:rPr>
        <w:t xml:space="preserve">@anselmoellers.de </w:t>
      </w:r>
    </w:p>
    <w:p w14:paraId="32AA1E14" w14:textId="77777777" w:rsidR="00055A5C" w:rsidRPr="00B70506" w:rsidRDefault="00055A5C" w:rsidP="00055A5C">
      <w:pPr>
        <w:pStyle w:val="Boilerpatebold"/>
        <w:rPr>
          <w:rStyle w:val="Betont"/>
          <w:b w:val="0"/>
        </w:rPr>
      </w:pPr>
    </w:p>
    <w:p w14:paraId="3BDBBA65" w14:textId="77777777" w:rsidR="00461BAF" w:rsidRPr="00B70506" w:rsidRDefault="00461BAF" w:rsidP="00055A5C">
      <w:pPr>
        <w:pStyle w:val="Boilerpatebold"/>
        <w:rPr>
          <w:rStyle w:val="Betont"/>
        </w:rPr>
      </w:pPr>
    </w:p>
    <w:p w14:paraId="5E3A76A5" w14:textId="77777777" w:rsidR="0035586D" w:rsidRPr="00B70506" w:rsidRDefault="0035586D" w:rsidP="00055A5C">
      <w:pPr>
        <w:pStyle w:val="Boilerpatebold"/>
        <w:rPr>
          <w:rStyle w:val="Betont"/>
        </w:rPr>
      </w:pPr>
    </w:p>
    <w:p w14:paraId="424B40DF" w14:textId="615183B8" w:rsidR="00AB7E1B" w:rsidRPr="00B70506" w:rsidRDefault="00225C5E" w:rsidP="00055A5C">
      <w:pPr>
        <w:pStyle w:val="Boilerpatebold"/>
        <w:rPr>
          <w:rStyle w:val="Betont"/>
        </w:rPr>
      </w:pPr>
      <w:r w:rsidRPr="00B70506">
        <w:rPr>
          <w:rStyle w:val="Betont"/>
        </w:rPr>
        <w:t>Über Geberit</w:t>
      </w:r>
    </w:p>
    <w:p w14:paraId="3450E36D" w14:textId="650EBC64" w:rsidR="006B47B6" w:rsidRPr="005E5BE3" w:rsidRDefault="005E5BE3" w:rsidP="00696D99">
      <w:pPr>
        <w:kinsoku w:val="0"/>
        <w:overflowPunct w:val="0"/>
        <w:spacing w:before="2" w:line="276" w:lineRule="auto"/>
        <w:textAlignment w:val="baseline"/>
        <w:rPr>
          <w:sz w:val="16"/>
          <w:szCs w:val="16"/>
        </w:rPr>
      </w:pPr>
      <w:r w:rsidRPr="00B70506">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B5E7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B5E714" w16cid:durableId="200D6A7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1B69F" w14:textId="77777777" w:rsidR="00F80A1C" w:rsidRDefault="00F80A1C" w:rsidP="00C0638B">
      <w:r>
        <w:separator/>
      </w:r>
    </w:p>
  </w:endnote>
  <w:endnote w:type="continuationSeparator" w:id="0">
    <w:p w14:paraId="437EB50F" w14:textId="77777777" w:rsidR="00F80A1C" w:rsidRDefault="00F80A1C"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6564F11D" w:rsidR="00F80A1C" w:rsidRDefault="00F80A1C" w:rsidP="00C0638B">
    <w:pPr>
      <w:pStyle w:val="Fuzeile"/>
    </w:pPr>
    <w:r>
      <w:rPr>
        <w:snapToGrid w:val="0"/>
      </w:rPr>
      <w:fldChar w:fldCharType="begin"/>
    </w:r>
    <w:r>
      <w:rPr>
        <w:snapToGrid w:val="0"/>
      </w:rPr>
      <w:instrText xml:space="preserve"> PAGE </w:instrText>
    </w:r>
    <w:r>
      <w:rPr>
        <w:snapToGrid w:val="0"/>
      </w:rPr>
      <w:fldChar w:fldCharType="separate"/>
    </w:r>
    <w:r w:rsidR="00E041CE">
      <w:rPr>
        <w:noProof/>
        <w:snapToGrid w:val="0"/>
      </w:rPr>
      <w:t>4</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5ADE9" w14:textId="77777777" w:rsidR="00F80A1C" w:rsidRDefault="00F80A1C" w:rsidP="00C0638B">
      <w:r>
        <w:separator/>
      </w:r>
    </w:p>
  </w:footnote>
  <w:footnote w:type="continuationSeparator" w:id="0">
    <w:p w14:paraId="3B3FC097" w14:textId="77777777" w:rsidR="00F80A1C" w:rsidRDefault="00F80A1C"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F80A1C" w:rsidRDefault="00F80A1C"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F80A1C" w:rsidRDefault="00F80A1C" w:rsidP="00C0638B">
    <w:pPr>
      <w:pStyle w:val="Kopfzeile"/>
    </w:pPr>
  </w:p>
  <w:p w14:paraId="3939F970" w14:textId="77777777" w:rsidR="00F80A1C" w:rsidRDefault="00F80A1C" w:rsidP="00C0638B">
    <w:pPr>
      <w:pStyle w:val="Kopfzeile"/>
    </w:pPr>
  </w:p>
  <w:p w14:paraId="1D10099C" w14:textId="77777777" w:rsidR="00F80A1C" w:rsidRDefault="00F80A1C" w:rsidP="00C0638B">
    <w:pPr>
      <w:pStyle w:val="Kopfzeile"/>
    </w:pPr>
  </w:p>
  <w:p w14:paraId="6BA002F4" w14:textId="77777777" w:rsidR="00F80A1C" w:rsidRDefault="00F80A1C"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F80A1C" w:rsidRDefault="00F80A1C"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7F969EC"/>
    <w:multiLevelType w:val="hybridMultilevel"/>
    <w:tmpl w:val="B45CD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7"/>
  </w:num>
  <w:num w:numId="6">
    <w:abstractNumId w:val="3"/>
  </w:num>
  <w:num w:numId="7">
    <w:abstractNumId w:val="4"/>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A20"/>
    <w:rsid w:val="00006036"/>
    <w:rsid w:val="00014B8E"/>
    <w:rsid w:val="00022550"/>
    <w:rsid w:val="00026415"/>
    <w:rsid w:val="0003118B"/>
    <w:rsid w:val="00031FB8"/>
    <w:rsid w:val="00033BB8"/>
    <w:rsid w:val="000435CF"/>
    <w:rsid w:val="00044480"/>
    <w:rsid w:val="00045C33"/>
    <w:rsid w:val="000501B5"/>
    <w:rsid w:val="00055A5C"/>
    <w:rsid w:val="000628BD"/>
    <w:rsid w:val="00063A9A"/>
    <w:rsid w:val="000649E4"/>
    <w:rsid w:val="00065EBD"/>
    <w:rsid w:val="00072D6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1C5E"/>
    <w:rsid w:val="000B5A59"/>
    <w:rsid w:val="000B5D29"/>
    <w:rsid w:val="000C1F40"/>
    <w:rsid w:val="000C34FB"/>
    <w:rsid w:val="000C3D80"/>
    <w:rsid w:val="000D0825"/>
    <w:rsid w:val="000D1568"/>
    <w:rsid w:val="000D2273"/>
    <w:rsid w:val="000E1440"/>
    <w:rsid w:val="000E4EC4"/>
    <w:rsid w:val="000F081A"/>
    <w:rsid w:val="000F69A3"/>
    <w:rsid w:val="000F6A6E"/>
    <w:rsid w:val="000F6BD5"/>
    <w:rsid w:val="000F749D"/>
    <w:rsid w:val="00104A11"/>
    <w:rsid w:val="0010640E"/>
    <w:rsid w:val="0011200D"/>
    <w:rsid w:val="00120AF2"/>
    <w:rsid w:val="00120FA7"/>
    <w:rsid w:val="00122280"/>
    <w:rsid w:val="00126269"/>
    <w:rsid w:val="001265FF"/>
    <w:rsid w:val="0013130F"/>
    <w:rsid w:val="0013303F"/>
    <w:rsid w:val="001359BB"/>
    <w:rsid w:val="001362ED"/>
    <w:rsid w:val="00136CA5"/>
    <w:rsid w:val="00137250"/>
    <w:rsid w:val="00146652"/>
    <w:rsid w:val="001507F4"/>
    <w:rsid w:val="001508E5"/>
    <w:rsid w:val="00150D35"/>
    <w:rsid w:val="0015394B"/>
    <w:rsid w:val="00160863"/>
    <w:rsid w:val="00163AA8"/>
    <w:rsid w:val="00163B4B"/>
    <w:rsid w:val="0017569E"/>
    <w:rsid w:val="0018186A"/>
    <w:rsid w:val="00182035"/>
    <w:rsid w:val="00182340"/>
    <w:rsid w:val="001828EB"/>
    <w:rsid w:val="00183BFC"/>
    <w:rsid w:val="00190F8C"/>
    <w:rsid w:val="00191A7E"/>
    <w:rsid w:val="00191CD9"/>
    <w:rsid w:val="001A00B2"/>
    <w:rsid w:val="001A014F"/>
    <w:rsid w:val="001A187F"/>
    <w:rsid w:val="001A27AB"/>
    <w:rsid w:val="001A3CD8"/>
    <w:rsid w:val="001A3D0A"/>
    <w:rsid w:val="001A4321"/>
    <w:rsid w:val="001A5E6F"/>
    <w:rsid w:val="001B14CA"/>
    <w:rsid w:val="001B7B1D"/>
    <w:rsid w:val="001C23E4"/>
    <w:rsid w:val="001D359D"/>
    <w:rsid w:val="001D518D"/>
    <w:rsid w:val="001D67CA"/>
    <w:rsid w:val="001E082C"/>
    <w:rsid w:val="001E18DB"/>
    <w:rsid w:val="001E4148"/>
    <w:rsid w:val="001E5F11"/>
    <w:rsid w:val="001F0F8D"/>
    <w:rsid w:val="001F4E39"/>
    <w:rsid w:val="00203563"/>
    <w:rsid w:val="00204CCF"/>
    <w:rsid w:val="00206C7C"/>
    <w:rsid w:val="00207636"/>
    <w:rsid w:val="002122B9"/>
    <w:rsid w:val="0021427B"/>
    <w:rsid w:val="002176F2"/>
    <w:rsid w:val="0022087C"/>
    <w:rsid w:val="002211CE"/>
    <w:rsid w:val="00221C19"/>
    <w:rsid w:val="00225C5E"/>
    <w:rsid w:val="00231637"/>
    <w:rsid w:val="00232FBA"/>
    <w:rsid w:val="002378E4"/>
    <w:rsid w:val="002403F9"/>
    <w:rsid w:val="0024228F"/>
    <w:rsid w:val="00243DCB"/>
    <w:rsid w:val="00270527"/>
    <w:rsid w:val="0027304F"/>
    <w:rsid w:val="00274BB0"/>
    <w:rsid w:val="0027782E"/>
    <w:rsid w:val="002811C0"/>
    <w:rsid w:val="0028343A"/>
    <w:rsid w:val="00287544"/>
    <w:rsid w:val="002909BE"/>
    <w:rsid w:val="002916A7"/>
    <w:rsid w:val="002A2B4A"/>
    <w:rsid w:val="002A569F"/>
    <w:rsid w:val="002A68E4"/>
    <w:rsid w:val="002B4364"/>
    <w:rsid w:val="002B6538"/>
    <w:rsid w:val="002B766B"/>
    <w:rsid w:val="002C2DDE"/>
    <w:rsid w:val="002D0013"/>
    <w:rsid w:val="002D07E9"/>
    <w:rsid w:val="002D373B"/>
    <w:rsid w:val="002D429A"/>
    <w:rsid w:val="002D5B20"/>
    <w:rsid w:val="002D5E34"/>
    <w:rsid w:val="002D5E61"/>
    <w:rsid w:val="002D71A8"/>
    <w:rsid w:val="002F11DB"/>
    <w:rsid w:val="002F2F6F"/>
    <w:rsid w:val="002F4E16"/>
    <w:rsid w:val="00303B05"/>
    <w:rsid w:val="00305C12"/>
    <w:rsid w:val="0030682A"/>
    <w:rsid w:val="00311832"/>
    <w:rsid w:val="00315AE3"/>
    <w:rsid w:val="003240E8"/>
    <w:rsid w:val="00332870"/>
    <w:rsid w:val="003338B3"/>
    <w:rsid w:val="00334C49"/>
    <w:rsid w:val="003351CE"/>
    <w:rsid w:val="0034154B"/>
    <w:rsid w:val="00342C54"/>
    <w:rsid w:val="00351289"/>
    <w:rsid w:val="00354848"/>
    <w:rsid w:val="0035488D"/>
    <w:rsid w:val="0035586D"/>
    <w:rsid w:val="003602ED"/>
    <w:rsid w:val="00362553"/>
    <w:rsid w:val="00365FEE"/>
    <w:rsid w:val="00374C82"/>
    <w:rsid w:val="00374FDB"/>
    <w:rsid w:val="003760E8"/>
    <w:rsid w:val="00381F40"/>
    <w:rsid w:val="0039283A"/>
    <w:rsid w:val="00393EDE"/>
    <w:rsid w:val="0039520C"/>
    <w:rsid w:val="003954E2"/>
    <w:rsid w:val="003A616D"/>
    <w:rsid w:val="003B100C"/>
    <w:rsid w:val="003B404E"/>
    <w:rsid w:val="003B59B8"/>
    <w:rsid w:val="003B6BCC"/>
    <w:rsid w:val="003D6A1F"/>
    <w:rsid w:val="003E143B"/>
    <w:rsid w:val="003E1A1F"/>
    <w:rsid w:val="003E1CB8"/>
    <w:rsid w:val="003E2598"/>
    <w:rsid w:val="003E4F6A"/>
    <w:rsid w:val="003E6519"/>
    <w:rsid w:val="003F315B"/>
    <w:rsid w:val="003F5DEC"/>
    <w:rsid w:val="003F6408"/>
    <w:rsid w:val="003F6AF8"/>
    <w:rsid w:val="004001C9"/>
    <w:rsid w:val="00400327"/>
    <w:rsid w:val="00400425"/>
    <w:rsid w:val="004013B6"/>
    <w:rsid w:val="00401EAB"/>
    <w:rsid w:val="00404E1E"/>
    <w:rsid w:val="00405573"/>
    <w:rsid w:val="00406D59"/>
    <w:rsid w:val="0041037C"/>
    <w:rsid w:val="0041134C"/>
    <w:rsid w:val="0041193A"/>
    <w:rsid w:val="00417054"/>
    <w:rsid w:val="004236FE"/>
    <w:rsid w:val="00424ED1"/>
    <w:rsid w:val="00426761"/>
    <w:rsid w:val="00431757"/>
    <w:rsid w:val="00444FB2"/>
    <w:rsid w:val="00447320"/>
    <w:rsid w:val="00450084"/>
    <w:rsid w:val="0045394F"/>
    <w:rsid w:val="00456C11"/>
    <w:rsid w:val="00461BAF"/>
    <w:rsid w:val="0046327B"/>
    <w:rsid w:val="00463B2C"/>
    <w:rsid w:val="004677B1"/>
    <w:rsid w:val="00467C16"/>
    <w:rsid w:val="004776C0"/>
    <w:rsid w:val="00477AC6"/>
    <w:rsid w:val="00480161"/>
    <w:rsid w:val="00481FA4"/>
    <w:rsid w:val="00482CF8"/>
    <w:rsid w:val="00482FAD"/>
    <w:rsid w:val="0048341C"/>
    <w:rsid w:val="00486445"/>
    <w:rsid w:val="004911F8"/>
    <w:rsid w:val="004920F9"/>
    <w:rsid w:val="004929DA"/>
    <w:rsid w:val="004943AC"/>
    <w:rsid w:val="004A149A"/>
    <w:rsid w:val="004A3EA4"/>
    <w:rsid w:val="004A5EC2"/>
    <w:rsid w:val="004A6420"/>
    <w:rsid w:val="004A75BE"/>
    <w:rsid w:val="004A75E5"/>
    <w:rsid w:val="004B3FDC"/>
    <w:rsid w:val="004B40BA"/>
    <w:rsid w:val="004B44D5"/>
    <w:rsid w:val="004B53A1"/>
    <w:rsid w:val="004B6F7B"/>
    <w:rsid w:val="004C091B"/>
    <w:rsid w:val="004C3FDA"/>
    <w:rsid w:val="004C6ED7"/>
    <w:rsid w:val="004C7453"/>
    <w:rsid w:val="004D1990"/>
    <w:rsid w:val="004D1FC2"/>
    <w:rsid w:val="004D37AF"/>
    <w:rsid w:val="004D4A83"/>
    <w:rsid w:val="004D5B81"/>
    <w:rsid w:val="004D735E"/>
    <w:rsid w:val="004D7549"/>
    <w:rsid w:val="004E4339"/>
    <w:rsid w:val="004E6B3B"/>
    <w:rsid w:val="004E7DE8"/>
    <w:rsid w:val="004E7FBE"/>
    <w:rsid w:val="004F2ADC"/>
    <w:rsid w:val="004F4374"/>
    <w:rsid w:val="004F43D1"/>
    <w:rsid w:val="004F712F"/>
    <w:rsid w:val="0050148C"/>
    <w:rsid w:val="0050797E"/>
    <w:rsid w:val="005120AC"/>
    <w:rsid w:val="00513003"/>
    <w:rsid w:val="00516F61"/>
    <w:rsid w:val="005203D6"/>
    <w:rsid w:val="00520DD7"/>
    <w:rsid w:val="005277DD"/>
    <w:rsid w:val="005326BE"/>
    <w:rsid w:val="00535CF8"/>
    <w:rsid w:val="00537D06"/>
    <w:rsid w:val="00543EE4"/>
    <w:rsid w:val="0054634D"/>
    <w:rsid w:val="0055046B"/>
    <w:rsid w:val="00555E24"/>
    <w:rsid w:val="00563D79"/>
    <w:rsid w:val="005648A8"/>
    <w:rsid w:val="0056773A"/>
    <w:rsid w:val="00567A13"/>
    <w:rsid w:val="00572272"/>
    <w:rsid w:val="00572E53"/>
    <w:rsid w:val="005759A5"/>
    <w:rsid w:val="00575DD8"/>
    <w:rsid w:val="00590C99"/>
    <w:rsid w:val="00591D43"/>
    <w:rsid w:val="0059323A"/>
    <w:rsid w:val="005941FC"/>
    <w:rsid w:val="00595428"/>
    <w:rsid w:val="0059661F"/>
    <w:rsid w:val="00597CCF"/>
    <w:rsid w:val="005A2759"/>
    <w:rsid w:val="005A5ABC"/>
    <w:rsid w:val="005A64D4"/>
    <w:rsid w:val="005B07EC"/>
    <w:rsid w:val="005B1082"/>
    <w:rsid w:val="005B491D"/>
    <w:rsid w:val="005B6308"/>
    <w:rsid w:val="005C0D0F"/>
    <w:rsid w:val="005C394E"/>
    <w:rsid w:val="005C3DA7"/>
    <w:rsid w:val="005D279D"/>
    <w:rsid w:val="005D5FCD"/>
    <w:rsid w:val="005E0088"/>
    <w:rsid w:val="005E0204"/>
    <w:rsid w:val="005E528F"/>
    <w:rsid w:val="005E543B"/>
    <w:rsid w:val="005E5BE3"/>
    <w:rsid w:val="005F1C10"/>
    <w:rsid w:val="005F4206"/>
    <w:rsid w:val="005F5B3B"/>
    <w:rsid w:val="005F5FBC"/>
    <w:rsid w:val="005F6509"/>
    <w:rsid w:val="0060050B"/>
    <w:rsid w:val="006009D4"/>
    <w:rsid w:val="006075F1"/>
    <w:rsid w:val="00610B6C"/>
    <w:rsid w:val="00611A0A"/>
    <w:rsid w:val="00612B9F"/>
    <w:rsid w:val="00613988"/>
    <w:rsid w:val="00621B96"/>
    <w:rsid w:val="00622AC4"/>
    <w:rsid w:val="00630D22"/>
    <w:rsid w:val="00634009"/>
    <w:rsid w:val="00636E19"/>
    <w:rsid w:val="00650590"/>
    <w:rsid w:val="006518C9"/>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91A5F"/>
    <w:rsid w:val="00693B41"/>
    <w:rsid w:val="00696D99"/>
    <w:rsid w:val="006A01D0"/>
    <w:rsid w:val="006A3ABA"/>
    <w:rsid w:val="006A4EB4"/>
    <w:rsid w:val="006A608C"/>
    <w:rsid w:val="006B1A0B"/>
    <w:rsid w:val="006B1A89"/>
    <w:rsid w:val="006B47B6"/>
    <w:rsid w:val="006B51C6"/>
    <w:rsid w:val="006B5D24"/>
    <w:rsid w:val="006B6CAA"/>
    <w:rsid w:val="006B74FA"/>
    <w:rsid w:val="006C01CE"/>
    <w:rsid w:val="006C5CD9"/>
    <w:rsid w:val="006C671B"/>
    <w:rsid w:val="006D349A"/>
    <w:rsid w:val="006D3E7D"/>
    <w:rsid w:val="006D4F15"/>
    <w:rsid w:val="006D5D36"/>
    <w:rsid w:val="006D6059"/>
    <w:rsid w:val="006E3B74"/>
    <w:rsid w:val="006E5951"/>
    <w:rsid w:val="006E5E17"/>
    <w:rsid w:val="006F1019"/>
    <w:rsid w:val="00700C7B"/>
    <w:rsid w:val="007031C6"/>
    <w:rsid w:val="00703BD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B3E"/>
    <w:rsid w:val="00751290"/>
    <w:rsid w:val="0075387D"/>
    <w:rsid w:val="00755C48"/>
    <w:rsid w:val="007626CF"/>
    <w:rsid w:val="00771BDE"/>
    <w:rsid w:val="007739FF"/>
    <w:rsid w:val="00782DDC"/>
    <w:rsid w:val="00784D7F"/>
    <w:rsid w:val="00785B70"/>
    <w:rsid w:val="00786257"/>
    <w:rsid w:val="0078777A"/>
    <w:rsid w:val="00791AD2"/>
    <w:rsid w:val="0079351C"/>
    <w:rsid w:val="00793E41"/>
    <w:rsid w:val="007A53AE"/>
    <w:rsid w:val="007A5790"/>
    <w:rsid w:val="007A62E5"/>
    <w:rsid w:val="007B0082"/>
    <w:rsid w:val="007B10AF"/>
    <w:rsid w:val="007B4ACF"/>
    <w:rsid w:val="007B5333"/>
    <w:rsid w:val="007C08D8"/>
    <w:rsid w:val="007C17D6"/>
    <w:rsid w:val="007C2A12"/>
    <w:rsid w:val="007C2E96"/>
    <w:rsid w:val="007C484A"/>
    <w:rsid w:val="007C4859"/>
    <w:rsid w:val="007C4A28"/>
    <w:rsid w:val="007D28DB"/>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7C4B"/>
    <w:rsid w:val="0083151A"/>
    <w:rsid w:val="00834DE2"/>
    <w:rsid w:val="008359F8"/>
    <w:rsid w:val="00851843"/>
    <w:rsid w:val="0085670B"/>
    <w:rsid w:val="00866A19"/>
    <w:rsid w:val="008674E4"/>
    <w:rsid w:val="008707E8"/>
    <w:rsid w:val="00871F6B"/>
    <w:rsid w:val="008725E5"/>
    <w:rsid w:val="00874F7B"/>
    <w:rsid w:val="00882E5E"/>
    <w:rsid w:val="00892E4F"/>
    <w:rsid w:val="008937EA"/>
    <w:rsid w:val="00893E14"/>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6DF"/>
    <w:rsid w:val="008C149D"/>
    <w:rsid w:val="008C2F7E"/>
    <w:rsid w:val="008C374A"/>
    <w:rsid w:val="008C40D9"/>
    <w:rsid w:val="008C416B"/>
    <w:rsid w:val="008C49C0"/>
    <w:rsid w:val="008C4AF1"/>
    <w:rsid w:val="008C5654"/>
    <w:rsid w:val="008C621A"/>
    <w:rsid w:val="008C6E0C"/>
    <w:rsid w:val="008D2B5C"/>
    <w:rsid w:val="008D397A"/>
    <w:rsid w:val="008D445D"/>
    <w:rsid w:val="008D592C"/>
    <w:rsid w:val="008D5FEF"/>
    <w:rsid w:val="008E4C71"/>
    <w:rsid w:val="008F0959"/>
    <w:rsid w:val="008F12BD"/>
    <w:rsid w:val="008F5DDF"/>
    <w:rsid w:val="008F6053"/>
    <w:rsid w:val="009056CA"/>
    <w:rsid w:val="00906A35"/>
    <w:rsid w:val="00921352"/>
    <w:rsid w:val="00922B14"/>
    <w:rsid w:val="00925849"/>
    <w:rsid w:val="009330AA"/>
    <w:rsid w:val="00934FF8"/>
    <w:rsid w:val="009475B3"/>
    <w:rsid w:val="00947AA6"/>
    <w:rsid w:val="0095297A"/>
    <w:rsid w:val="00955FC3"/>
    <w:rsid w:val="009568DE"/>
    <w:rsid w:val="00962DA2"/>
    <w:rsid w:val="00964EDB"/>
    <w:rsid w:val="00977B90"/>
    <w:rsid w:val="0098062C"/>
    <w:rsid w:val="009813E1"/>
    <w:rsid w:val="00993C15"/>
    <w:rsid w:val="00996D56"/>
    <w:rsid w:val="009A36B5"/>
    <w:rsid w:val="009A451C"/>
    <w:rsid w:val="009A5282"/>
    <w:rsid w:val="009B0E0F"/>
    <w:rsid w:val="009B3358"/>
    <w:rsid w:val="009B596C"/>
    <w:rsid w:val="009B7477"/>
    <w:rsid w:val="009C03E3"/>
    <w:rsid w:val="009C2996"/>
    <w:rsid w:val="009C54D0"/>
    <w:rsid w:val="009C5CE6"/>
    <w:rsid w:val="009D2F1B"/>
    <w:rsid w:val="009D4618"/>
    <w:rsid w:val="009E0312"/>
    <w:rsid w:val="009E47D9"/>
    <w:rsid w:val="009E504D"/>
    <w:rsid w:val="009E6A9E"/>
    <w:rsid w:val="009E7B3B"/>
    <w:rsid w:val="009F20CF"/>
    <w:rsid w:val="009F5D86"/>
    <w:rsid w:val="009F6EC8"/>
    <w:rsid w:val="00A026D7"/>
    <w:rsid w:val="00A06BF0"/>
    <w:rsid w:val="00A14A0C"/>
    <w:rsid w:val="00A15926"/>
    <w:rsid w:val="00A17E7F"/>
    <w:rsid w:val="00A20F70"/>
    <w:rsid w:val="00A245DD"/>
    <w:rsid w:val="00A258F5"/>
    <w:rsid w:val="00A25BAF"/>
    <w:rsid w:val="00A40FD3"/>
    <w:rsid w:val="00A41554"/>
    <w:rsid w:val="00A4503E"/>
    <w:rsid w:val="00A50D0D"/>
    <w:rsid w:val="00A51C53"/>
    <w:rsid w:val="00A52F7C"/>
    <w:rsid w:val="00A549AB"/>
    <w:rsid w:val="00A56F0B"/>
    <w:rsid w:val="00A71391"/>
    <w:rsid w:val="00A8501E"/>
    <w:rsid w:val="00A95812"/>
    <w:rsid w:val="00A969B2"/>
    <w:rsid w:val="00AA520B"/>
    <w:rsid w:val="00AA566F"/>
    <w:rsid w:val="00AB1712"/>
    <w:rsid w:val="00AB33C5"/>
    <w:rsid w:val="00AB7E1B"/>
    <w:rsid w:val="00AC12EA"/>
    <w:rsid w:val="00AC2780"/>
    <w:rsid w:val="00AC5865"/>
    <w:rsid w:val="00AC661A"/>
    <w:rsid w:val="00AD414F"/>
    <w:rsid w:val="00AE2E08"/>
    <w:rsid w:val="00AE6945"/>
    <w:rsid w:val="00AF03BD"/>
    <w:rsid w:val="00AF3789"/>
    <w:rsid w:val="00AF3FF5"/>
    <w:rsid w:val="00AF4040"/>
    <w:rsid w:val="00AF43A4"/>
    <w:rsid w:val="00B024FE"/>
    <w:rsid w:val="00B03573"/>
    <w:rsid w:val="00B06CF2"/>
    <w:rsid w:val="00B132B1"/>
    <w:rsid w:val="00B21DB0"/>
    <w:rsid w:val="00B238F1"/>
    <w:rsid w:val="00B30AA6"/>
    <w:rsid w:val="00B36EA7"/>
    <w:rsid w:val="00B406FE"/>
    <w:rsid w:val="00B44A37"/>
    <w:rsid w:val="00B4524F"/>
    <w:rsid w:val="00B458FA"/>
    <w:rsid w:val="00B50B68"/>
    <w:rsid w:val="00B52AC9"/>
    <w:rsid w:val="00B5407E"/>
    <w:rsid w:val="00B652A2"/>
    <w:rsid w:val="00B660CD"/>
    <w:rsid w:val="00B70506"/>
    <w:rsid w:val="00B7341B"/>
    <w:rsid w:val="00B7560D"/>
    <w:rsid w:val="00B77255"/>
    <w:rsid w:val="00B830F1"/>
    <w:rsid w:val="00B84557"/>
    <w:rsid w:val="00B939D2"/>
    <w:rsid w:val="00B9424A"/>
    <w:rsid w:val="00BA0DF1"/>
    <w:rsid w:val="00BA437F"/>
    <w:rsid w:val="00BA54E5"/>
    <w:rsid w:val="00BB0C32"/>
    <w:rsid w:val="00BB29BD"/>
    <w:rsid w:val="00BC0947"/>
    <w:rsid w:val="00BC4F8C"/>
    <w:rsid w:val="00BC5D53"/>
    <w:rsid w:val="00BC7EC4"/>
    <w:rsid w:val="00BD4958"/>
    <w:rsid w:val="00BD4ABD"/>
    <w:rsid w:val="00BD5DDC"/>
    <w:rsid w:val="00BD76A4"/>
    <w:rsid w:val="00BD77F5"/>
    <w:rsid w:val="00BE45A3"/>
    <w:rsid w:val="00BF106A"/>
    <w:rsid w:val="00BF2D7E"/>
    <w:rsid w:val="00BF6AF0"/>
    <w:rsid w:val="00C01CB4"/>
    <w:rsid w:val="00C02790"/>
    <w:rsid w:val="00C03DCB"/>
    <w:rsid w:val="00C0638B"/>
    <w:rsid w:val="00C06693"/>
    <w:rsid w:val="00C15DFE"/>
    <w:rsid w:val="00C15FED"/>
    <w:rsid w:val="00C201B7"/>
    <w:rsid w:val="00C20BE1"/>
    <w:rsid w:val="00C2107F"/>
    <w:rsid w:val="00C219BC"/>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73EEA"/>
    <w:rsid w:val="00C75166"/>
    <w:rsid w:val="00C8003B"/>
    <w:rsid w:val="00C81D0D"/>
    <w:rsid w:val="00C8579B"/>
    <w:rsid w:val="00C93FEB"/>
    <w:rsid w:val="00CA5031"/>
    <w:rsid w:val="00CB00DC"/>
    <w:rsid w:val="00CB19F6"/>
    <w:rsid w:val="00CB2616"/>
    <w:rsid w:val="00CB3CDF"/>
    <w:rsid w:val="00CB5126"/>
    <w:rsid w:val="00CB5339"/>
    <w:rsid w:val="00CB7A24"/>
    <w:rsid w:val="00CC146D"/>
    <w:rsid w:val="00CC1C38"/>
    <w:rsid w:val="00CC277B"/>
    <w:rsid w:val="00CC6242"/>
    <w:rsid w:val="00CD64CB"/>
    <w:rsid w:val="00CE39EE"/>
    <w:rsid w:val="00CF02D9"/>
    <w:rsid w:val="00CF0B3B"/>
    <w:rsid w:val="00CF3B1D"/>
    <w:rsid w:val="00CF5AF1"/>
    <w:rsid w:val="00CF6418"/>
    <w:rsid w:val="00D000AA"/>
    <w:rsid w:val="00D0714C"/>
    <w:rsid w:val="00D127E3"/>
    <w:rsid w:val="00D15029"/>
    <w:rsid w:val="00D20F07"/>
    <w:rsid w:val="00D365D8"/>
    <w:rsid w:val="00D37AB0"/>
    <w:rsid w:val="00D4103B"/>
    <w:rsid w:val="00D4309E"/>
    <w:rsid w:val="00D43A9E"/>
    <w:rsid w:val="00D461DA"/>
    <w:rsid w:val="00D46C10"/>
    <w:rsid w:val="00D5092A"/>
    <w:rsid w:val="00D50E51"/>
    <w:rsid w:val="00D56CE7"/>
    <w:rsid w:val="00D57EF7"/>
    <w:rsid w:val="00D642AC"/>
    <w:rsid w:val="00D65318"/>
    <w:rsid w:val="00D814A2"/>
    <w:rsid w:val="00D82246"/>
    <w:rsid w:val="00D869C8"/>
    <w:rsid w:val="00D87987"/>
    <w:rsid w:val="00D87D5F"/>
    <w:rsid w:val="00DA5778"/>
    <w:rsid w:val="00DA68DA"/>
    <w:rsid w:val="00DB1CFF"/>
    <w:rsid w:val="00DB36C0"/>
    <w:rsid w:val="00DB3EBE"/>
    <w:rsid w:val="00DB3ECA"/>
    <w:rsid w:val="00DB4124"/>
    <w:rsid w:val="00DB459F"/>
    <w:rsid w:val="00DC55B6"/>
    <w:rsid w:val="00DC6426"/>
    <w:rsid w:val="00DC7319"/>
    <w:rsid w:val="00DD0B55"/>
    <w:rsid w:val="00DD17CE"/>
    <w:rsid w:val="00DD3920"/>
    <w:rsid w:val="00DD4DA9"/>
    <w:rsid w:val="00DD54A5"/>
    <w:rsid w:val="00DE50B0"/>
    <w:rsid w:val="00DE6B2F"/>
    <w:rsid w:val="00DF23F6"/>
    <w:rsid w:val="00DF2F60"/>
    <w:rsid w:val="00DF4612"/>
    <w:rsid w:val="00DF78D1"/>
    <w:rsid w:val="00DF7919"/>
    <w:rsid w:val="00E03CFF"/>
    <w:rsid w:val="00E041CE"/>
    <w:rsid w:val="00E05D0A"/>
    <w:rsid w:val="00E07613"/>
    <w:rsid w:val="00E13D83"/>
    <w:rsid w:val="00E23D46"/>
    <w:rsid w:val="00E243EA"/>
    <w:rsid w:val="00E2523B"/>
    <w:rsid w:val="00E26812"/>
    <w:rsid w:val="00E31A27"/>
    <w:rsid w:val="00E3490A"/>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6699"/>
    <w:rsid w:val="00E72297"/>
    <w:rsid w:val="00E73C30"/>
    <w:rsid w:val="00E767C3"/>
    <w:rsid w:val="00E83FC2"/>
    <w:rsid w:val="00E856F2"/>
    <w:rsid w:val="00E874A5"/>
    <w:rsid w:val="00E921B0"/>
    <w:rsid w:val="00E977D1"/>
    <w:rsid w:val="00EA286E"/>
    <w:rsid w:val="00EA6795"/>
    <w:rsid w:val="00EA7060"/>
    <w:rsid w:val="00EB3813"/>
    <w:rsid w:val="00EB77A9"/>
    <w:rsid w:val="00EB7D61"/>
    <w:rsid w:val="00EC3A5A"/>
    <w:rsid w:val="00EC3BD8"/>
    <w:rsid w:val="00EC463D"/>
    <w:rsid w:val="00EC68F1"/>
    <w:rsid w:val="00EC6904"/>
    <w:rsid w:val="00EC6CAD"/>
    <w:rsid w:val="00EC7445"/>
    <w:rsid w:val="00EC7DEC"/>
    <w:rsid w:val="00ED16E1"/>
    <w:rsid w:val="00ED22D1"/>
    <w:rsid w:val="00EE10CF"/>
    <w:rsid w:val="00EE2849"/>
    <w:rsid w:val="00EE51A3"/>
    <w:rsid w:val="00EF0CF9"/>
    <w:rsid w:val="00EF1BA8"/>
    <w:rsid w:val="00EF3556"/>
    <w:rsid w:val="00EF69A1"/>
    <w:rsid w:val="00EF6C48"/>
    <w:rsid w:val="00F02398"/>
    <w:rsid w:val="00F02A16"/>
    <w:rsid w:val="00F034B4"/>
    <w:rsid w:val="00F0661C"/>
    <w:rsid w:val="00F120CA"/>
    <w:rsid w:val="00F1550B"/>
    <w:rsid w:val="00F16969"/>
    <w:rsid w:val="00F22B6C"/>
    <w:rsid w:val="00F2324B"/>
    <w:rsid w:val="00F256D3"/>
    <w:rsid w:val="00F31C10"/>
    <w:rsid w:val="00F339C2"/>
    <w:rsid w:val="00F345A0"/>
    <w:rsid w:val="00F36135"/>
    <w:rsid w:val="00F40EF4"/>
    <w:rsid w:val="00F417CC"/>
    <w:rsid w:val="00F44E81"/>
    <w:rsid w:val="00F4514A"/>
    <w:rsid w:val="00F46C12"/>
    <w:rsid w:val="00F47016"/>
    <w:rsid w:val="00F6243E"/>
    <w:rsid w:val="00F6349A"/>
    <w:rsid w:val="00F7365E"/>
    <w:rsid w:val="00F75DC0"/>
    <w:rsid w:val="00F800C7"/>
    <w:rsid w:val="00F80A1C"/>
    <w:rsid w:val="00F81DB8"/>
    <w:rsid w:val="00F84324"/>
    <w:rsid w:val="00F84DC0"/>
    <w:rsid w:val="00F85233"/>
    <w:rsid w:val="00F86DE1"/>
    <w:rsid w:val="00F87881"/>
    <w:rsid w:val="00F933A2"/>
    <w:rsid w:val="00F94023"/>
    <w:rsid w:val="00F97312"/>
    <w:rsid w:val="00FA0C1F"/>
    <w:rsid w:val="00FA22A5"/>
    <w:rsid w:val="00FA2FBC"/>
    <w:rsid w:val="00FA5242"/>
    <w:rsid w:val="00FB259D"/>
    <w:rsid w:val="00FB280F"/>
    <w:rsid w:val="00FB2BFC"/>
    <w:rsid w:val="00FC5324"/>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22" Type="http://schemas.microsoft.com/office/2011/relationships/people" Target="people.xml"/><Relationship Id="rId23" Type="http://schemas.microsoft.com/office/2011/relationships/commentsExtended" Target="commentsExtended.xml"/><Relationship Id="rId24"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purl.org/dc/dcmitype/"/>
    <ds:schemaRef ds:uri="http://schemas.microsoft.com/office/infopath/2007/PartnerControls"/>
    <ds:schemaRef ds:uri="http://purl.org/dc/elements/1.1/"/>
    <ds:schemaRef ds:uri="http://schemas.microsoft.com/office/2006/metadata/properties"/>
    <ds:schemaRef ds:uri="2cd222b9-92c5-4878-8ee0-42d7cbe3c5ac"/>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92E7DAA3-45D1-8642-86C6-917981A3E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1280</Words>
  <Characters>8065</Characters>
  <Application>Microsoft Macintosh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9327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Maren Sautner</cp:lastModifiedBy>
  <cp:revision>2</cp:revision>
  <cp:lastPrinted>2019-02-07T09:34:00Z</cp:lastPrinted>
  <dcterms:created xsi:type="dcterms:W3CDTF">2019-02-18T08:34:00Z</dcterms:created>
  <dcterms:modified xsi:type="dcterms:W3CDTF">2019-02-18T08:34:00Z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