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70E526" w14:textId="77777777" w:rsidR="00CF5AC7" w:rsidRPr="002D5B81" w:rsidRDefault="00CF5AC7" w:rsidP="00CF5AC7">
      <w:pPr>
        <w:pStyle w:val="KeinLeerraum"/>
      </w:pPr>
      <w:r>
        <w:t>Elegantes Design, einfache Reinigung</w:t>
      </w:r>
    </w:p>
    <w:p w14:paraId="5313BC7E" w14:textId="77777777" w:rsidR="00CF5AC7" w:rsidRPr="001F6AEA" w:rsidRDefault="00CF5AC7" w:rsidP="00CF5AC7">
      <w:pPr>
        <w:pStyle w:val="berschrift1"/>
      </w:pPr>
      <w:r>
        <w:t>Neue bodenebene</w:t>
      </w:r>
      <w:r w:rsidRPr="00C97CFB">
        <w:t xml:space="preserve"> </w:t>
      </w:r>
      <w:r>
        <w:t>Duschfläche</w:t>
      </w:r>
      <w:r w:rsidRPr="00C97CFB">
        <w:t xml:space="preserve"> Geberit </w:t>
      </w:r>
      <w:proofErr w:type="spellStart"/>
      <w:r w:rsidRPr="00C97CFB">
        <w:t>Olona</w:t>
      </w:r>
      <w:proofErr w:type="spellEnd"/>
      <w:r>
        <w:t xml:space="preserve"> passt in jedes Hotelbad</w:t>
      </w:r>
    </w:p>
    <w:p w14:paraId="373317DF" w14:textId="77777777" w:rsidR="00CF5AC7" w:rsidRPr="001F6AEA" w:rsidRDefault="00CF5AC7" w:rsidP="00CF5AC7">
      <w:pPr>
        <w:pStyle w:val="Kopfzeile"/>
        <w:rPr>
          <w:szCs w:val="20"/>
        </w:rPr>
      </w:pPr>
      <w:r w:rsidRPr="001F6AEA">
        <w:rPr>
          <w:rStyle w:val="Hervorhebung"/>
          <w:szCs w:val="20"/>
        </w:rPr>
        <w:t xml:space="preserve">Geberit Vertriebs GmbH, Pfullendorf, </w:t>
      </w:r>
      <w:r>
        <w:rPr>
          <w:rStyle w:val="Hervorhebung"/>
          <w:szCs w:val="20"/>
        </w:rPr>
        <w:t>März 2021</w:t>
      </w:r>
    </w:p>
    <w:p w14:paraId="3E27A7A5" w14:textId="77777777" w:rsidR="00CF5AC7" w:rsidRDefault="00CF5AC7" w:rsidP="00CF5AC7">
      <w:pPr>
        <w:rPr>
          <w:b/>
          <w:bCs/>
        </w:rPr>
      </w:pPr>
      <w:r>
        <w:rPr>
          <w:b/>
          <w:bCs/>
        </w:rPr>
        <w:t xml:space="preserve">Bodenebene Duschen sind aus dem modernen Hotelbad nicht mehr wegzudenken. Ob im Neubau oder bei der Modernisierung – sie bieten maximalen Komfort und sind ein ästhetisches Highlight, das den Raum optisch vergrößert. Zum 1. April 2021 weitet Geberit, der führende europäische Hersteller von Sanitärprodukten, sein Sortiment um die neue Duschfläche Geberit </w:t>
      </w:r>
      <w:proofErr w:type="spellStart"/>
      <w:r>
        <w:rPr>
          <w:b/>
          <w:bCs/>
        </w:rPr>
        <w:t>Olona</w:t>
      </w:r>
      <w:proofErr w:type="spellEnd"/>
      <w:r>
        <w:rPr>
          <w:b/>
          <w:bCs/>
        </w:rPr>
        <w:t xml:space="preserve"> aus. Sie überzeugt durch ein minimalistisches Design ohne Kompromisse bei der Funktion sowie ein attraktives Preis-Leistungs-Verhältnis. </w:t>
      </w:r>
    </w:p>
    <w:p w14:paraId="1257326C" w14:textId="77777777" w:rsidR="00CF5AC7" w:rsidRPr="00D0494C" w:rsidRDefault="00CF5AC7" w:rsidP="00CF5AC7">
      <w:pPr>
        <w:rPr>
          <w:bCs/>
        </w:rPr>
      </w:pPr>
      <w:r w:rsidRPr="009119AB">
        <w:rPr>
          <w:lang w:val="de-CH" w:bidi="ar-SA"/>
        </w:rPr>
        <w:t xml:space="preserve">Geberit </w:t>
      </w:r>
      <w:proofErr w:type="spellStart"/>
      <w:r w:rsidRPr="009119AB">
        <w:rPr>
          <w:lang w:val="de-CH" w:bidi="ar-SA"/>
        </w:rPr>
        <w:t>Olona</w:t>
      </w:r>
      <w:proofErr w:type="spellEnd"/>
      <w:r w:rsidRPr="009119AB">
        <w:rPr>
          <w:lang w:val="de-CH" w:bidi="ar-SA"/>
        </w:rPr>
        <w:t xml:space="preserve"> erreicht g</w:t>
      </w:r>
      <w:proofErr w:type="spellStart"/>
      <w:r w:rsidRPr="009119AB">
        <w:t>emäß</w:t>
      </w:r>
      <w:proofErr w:type="spellEnd"/>
      <w:r w:rsidRPr="009119AB">
        <w:t xml:space="preserve"> DIN 51097 die zweithöchste Antirutschklasse B und lässt sich dank </w:t>
      </w:r>
      <w:r w:rsidRPr="009119AB">
        <w:rPr>
          <w:bCs/>
          <w:color w:val="000000" w:themeColor="text1"/>
        </w:rPr>
        <w:t xml:space="preserve">eines vormontierten Dichtvlieses sicher abdichten sowie </w:t>
      </w:r>
      <w:r w:rsidRPr="009119AB">
        <w:rPr>
          <w:bCs/>
        </w:rPr>
        <w:t xml:space="preserve">einfach installieren. Viel Komfort für Gäste und Hoteliers. </w:t>
      </w:r>
      <w:r w:rsidRPr="009119AB">
        <w:rPr>
          <w:bCs/>
        </w:rPr>
        <w:br/>
      </w:r>
      <w:r w:rsidRPr="009119AB">
        <w:rPr>
          <w:bCs/>
        </w:rPr>
        <w:br/>
      </w:r>
      <w:r w:rsidRPr="009119AB">
        <w:rPr>
          <w:b/>
        </w:rPr>
        <w:t>Erhältlich in vielen Größen</w:t>
      </w:r>
      <w:r w:rsidRPr="009119AB">
        <w:rPr>
          <w:bCs/>
        </w:rPr>
        <w:br/>
        <w:t xml:space="preserve">Auch bei beengten Platzverhältnissen im Hotelbad bietet die neue Duschfläche von Geberit Hoteliers größtmögliche Flexibilität bei der Gestaltung von Duschbereichen: Geberit </w:t>
      </w:r>
      <w:proofErr w:type="spellStart"/>
      <w:r w:rsidRPr="009119AB">
        <w:rPr>
          <w:bCs/>
        </w:rPr>
        <w:t>Olona</w:t>
      </w:r>
      <w:proofErr w:type="spellEnd"/>
      <w:r w:rsidRPr="009119AB">
        <w:rPr>
          <w:bCs/>
        </w:rPr>
        <w:t xml:space="preserve"> ist passend zu den unterschiedlichsten räumlichen Anforderungen in insgesamt 20 Abmessungen erhältlich. </w:t>
      </w:r>
      <w:r w:rsidRPr="009119AB">
        <w:rPr>
          <w:lang w:val="de-CH"/>
        </w:rPr>
        <w:t xml:space="preserve">Zur Auswahl stehen vier </w:t>
      </w:r>
      <w:r w:rsidRPr="009119AB">
        <w:rPr>
          <w:lang w:val="de-CH" w:bidi="ar-SA"/>
        </w:rPr>
        <w:t>quadratische Größen mit 80, 90, 100 und 120 Zentimetern Seitenlänge sowie 16 rechteckige Formate mit Abmessungen zwischen 75 und 100 Zentimetern Breite und 90 und 180 Zentimetern Länge.</w:t>
      </w:r>
    </w:p>
    <w:p w14:paraId="363605AB" w14:textId="77777777" w:rsidR="00CF5AC7" w:rsidRDefault="00CF5AC7" w:rsidP="00CF5AC7">
      <w:pPr>
        <w:rPr>
          <w:lang w:val="de-CH" w:bidi="ar-SA"/>
        </w:rPr>
      </w:pPr>
      <w:r w:rsidRPr="00D40425">
        <w:rPr>
          <w:b/>
          <w:bCs/>
          <w:lang w:val="de-CH" w:bidi="ar-SA"/>
        </w:rPr>
        <w:t>Hochwertiges Material, modernes Design</w:t>
      </w:r>
      <w:r w:rsidRPr="00D40425">
        <w:rPr>
          <w:b/>
          <w:bCs/>
          <w:lang w:val="de-CH" w:bidi="ar-SA"/>
        </w:rPr>
        <w:br/>
      </w:r>
      <w:r>
        <w:rPr>
          <w:lang w:val="de-CH" w:bidi="ar-SA"/>
        </w:rPr>
        <w:t xml:space="preserve">Geberit </w:t>
      </w:r>
      <w:proofErr w:type="spellStart"/>
      <w:r>
        <w:rPr>
          <w:lang w:val="de-CH" w:bidi="ar-SA"/>
        </w:rPr>
        <w:t>Olona</w:t>
      </w:r>
      <w:proofErr w:type="spellEnd"/>
      <w:r>
        <w:rPr>
          <w:lang w:val="de-CH" w:bidi="ar-SA"/>
        </w:rPr>
        <w:t xml:space="preserve"> ist aus Steinharz gefertigt, einem Gesteinspulver, das mit Kunstharz verfestigt wird. Die dünne Beschichtung mit Polyesterharz, die </w:t>
      </w:r>
      <w:proofErr w:type="spellStart"/>
      <w:r>
        <w:rPr>
          <w:lang w:val="de-CH" w:bidi="ar-SA"/>
        </w:rPr>
        <w:t>GelCoat</w:t>
      </w:r>
      <w:proofErr w:type="spellEnd"/>
      <w:r>
        <w:rPr>
          <w:lang w:val="de-CH" w:bidi="ar-SA"/>
        </w:rPr>
        <w:t xml:space="preserve">, sorgt dafür, dass sich das Material nicht nur angenehm anfühlt, sondern auch weitgehend fleckenunempfindlich und sehr widerstandsfähig ist. Kleine Kratzer und Beschädigungen lassen sich mithilfe eines </w:t>
      </w:r>
      <w:proofErr w:type="spellStart"/>
      <w:r>
        <w:rPr>
          <w:lang w:val="de-CH" w:bidi="ar-SA"/>
        </w:rPr>
        <w:t>Reparatursetzs</w:t>
      </w:r>
      <w:proofErr w:type="spellEnd"/>
      <w:r>
        <w:rPr>
          <w:lang w:val="de-CH" w:bidi="ar-SA"/>
        </w:rPr>
        <w:t xml:space="preserve"> unkompliziert ausbessern. So profitieren Hotelgäste über die gesamte Lebensdauer der Duschfläche vom ästhetischen Anblick des Duschbereichs. </w:t>
      </w:r>
    </w:p>
    <w:p w14:paraId="51843FF2" w14:textId="77777777" w:rsidR="00CF5AC7" w:rsidRDefault="00CF5AC7" w:rsidP="00CF5AC7">
      <w:pPr>
        <w:rPr>
          <w:lang w:val="de-CH" w:bidi="ar-SA"/>
        </w:rPr>
      </w:pPr>
      <w:r>
        <w:rPr>
          <w:lang w:val="de-CH" w:bidi="ar-SA"/>
        </w:rPr>
        <w:t xml:space="preserve">Das schlichte </w:t>
      </w:r>
      <w:proofErr w:type="spellStart"/>
      <w:r>
        <w:rPr>
          <w:lang w:val="de-CH" w:bidi="ar-SA"/>
        </w:rPr>
        <w:t>Mattweiß</w:t>
      </w:r>
      <w:proofErr w:type="spellEnd"/>
      <w:r>
        <w:rPr>
          <w:lang w:val="de-CH" w:bidi="ar-SA"/>
        </w:rPr>
        <w:t xml:space="preserve"> der Duschfläche harmoniert mit Boden- und Wandbelägen aller Art – ob Keramikfliesen, Mosaik, Stein oder Holz. Für einen Blickfang sorgt das minimalistische Design des Ablaufs: Der Deckel ist passend zur Duschfläche ebenfalls in </w:t>
      </w:r>
      <w:proofErr w:type="spellStart"/>
      <w:r>
        <w:rPr>
          <w:lang w:val="de-CH" w:bidi="ar-SA"/>
        </w:rPr>
        <w:t>Mattweiß</w:t>
      </w:r>
      <w:proofErr w:type="spellEnd"/>
      <w:r>
        <w:rPr>
          <w:lang w:val="de-CH" w:bidi="ar-SA"/>
        </w:rPr>
        <w:t xml:space="preserve"> gehalten. Ein schmaler Chromring umfasst den Ablaufdeckel und lässt ihn scheinbar schweben. Das Wasser fließt unterhalb des schmalen Silberrands in den Ablauf und hinterlässt kaum Spuren auf der Oberfläche.</w:t>
      </w:r>
    </w:p>
    <w:p w14:paraId="5996040C" w14:textId="77777777" w:rsidR="00CF5AC7" w:rsidRPr="00D22FF8" w:rsidRDefault="00CF5AC7" w:rsidP="00CF5AC7">
      <w:pPr>
        <w:pStyle w:val="Untertitel"/>
        <w:rPr>
          <w:b w:val="0"/>
          <w:lang w:val="de-CH"/>
        </w:rPr>
      </w:pPr>
      <w:r w:rsidRPr="00D22FF8">
        <w:rPr>
          <w:bCs/>
        </w:rPr>
        <w:t>Schnelle und gründliche Reinigung</w:t>
      </w:r>
    </w:p>
    <w:p w14:paraId="6B263818" w14:textId="77777777" w:rsidR="00CF5AC7" w:rsidRPr="00967781" w:rsidRDefault="00CF5AC7" w:rsidP="00CF5AC7">
      <w:pPr>
        <w:rPr>
          <w:bCs/>
        </w:rPr>
      </w:pPr>
      <w:r w:rsidRPr="00D22FF8">
        <w:rPr>
          <w:lang w:val="de-CH"/>
        </w:rPr>
        <w:t>Das Housekeeping profitiert</w:t>
      </w:r>
      <w:r>
        <w:rPr>
          <w:lang w:val="de-CH"/>
        </w:rPr>
        <w:t xml:space="preserve"> mit Geberit </w:t>
      </w:r>
      <w:proofErr w:type="spellStart"/>
      <w:r>
        <w:rPr>
          <w:lang w:val="de-CH"/>
        </w:rPr>
        <w:t>Olona</w:t>
      </w:r>
      <w:proofErr w:type="spellEnd"/>
      <w:r>
        <w:rPr>
          <w:lang w:val="de-CH"/>
        </w:rPr>
        <w:t xml:space="preserve"> von einer einfachen und zeiteffizienten Reinigung. Die Duschfläche kann unterbrechungsfrei zusammen mit dem Fußboden gewischt werden. Es gibt keine verdeckten Kanten, an denen sich Schmutz und Ablagerungen ansammeln können. </w:t>
      </w:r>
      <w:r w:rsidRPr="2E9D66AB">
        <w:rPr>
          <w:lang w:val="de-CH" w:bidi="ar-SA"/>
        </w:rPr>
        <w:t xml:space="preserve">Die Reinigung des Duschablaufs wird bei Geberit </w:t>
      </w:r>
      <w:proofErr w:type="spellStart"/>
      <w:r w:rsidRPr="2E9D66AB">
        <w:rPr>
          <w:lang w:val="de-CH" w:bidi="ar-SA"/>
        </w:rPr>
        <w:t>Olona</w:t>
      </w:r>
      <w:proofErr w:type="spellEnd"/>
      <w:r w:rsidRPr="2E9D66AB">
        <w:rPr>
          <w:lang w:val="de-CH" w:bidi="ar-SA"/>
        </w:rPr>
        <w:t xml:space="preserve"> durch einen Kammeinsatz erleichtert. Unterhalb des Ablaufdeckels </w:t>
      </w:r>
      <w:r w:rsidRPr="2E9D66AB">
        <w:rPr>
          <w:lang w:val="de-CH" w:bidi="ar-SA"/>
        </w:rPr>
        <w:lastRenderedPageBreak/>
        <w:t>befestigt, lässt er sich mit einem einfachen Handgriff entfernen und von Rückständen befreien</w:t>
      </w:r>
      <w:r>
        <w:rPr>
          <w:lang w:val="de-CH" w:bidi="ar-SA"/>
        </w:rPr>
        <w:t xml:space="preserve"> – eine praxisbewährte Lösung für hygienische Sauberkeit im Hotelbad. </w:t>
      </w:r>
      <w:r>
        <w:rPr>
          <w:b/>
          <w:bCs/>
          <w:lang w:val="de-CH"/>
        </w:rPr>
        <w:br/>
      </w:r>
    </w:p>
    <w:p w14:paraId="3442D499" w14:textId="77777777" w:rsidR="00CF5AC7" w:rsidRPr="008652DE" w:rsidRDefault="00CF5AC7" w:rsidP="00CF5AC7">
      <w:pPr>
        <w:pStyle w:val="Untertitel"/>
      </w:pPr>
      <w:r w:rsidRPr="008652DE">
        <w:t>Bildmaterial</w:t>
      </w:r>
      <w:r>
        <w:br/>
      </w:r>
    </w:p>
    <w:tbl>
      <w:tblPr>
        <w:tblStyle w:val="Tabellenraster"/>
        <w:tblW w:w="949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CF5AC7" w:rsidRPr="008652DE" w14:paraId="59D04D75" w14:textId="77777777" w:rsidTr="008A306A">
        <w:trPr>
          <w:trHeight w:val="2411"/>
        </w:trPr>
        <w:tc>
          <w:tcPr>
            <w:tcW w:w="4747" w:type="dxa"/>
          </w:tcPr>
          <w:p w14:paraId="02E2D05F" w14:textId="0429E4CE" w:rsidR="00CF5AC7" w:rsidRPr="008652DE" w:rsidRDefault="00CF5AC7" w:rsidP="008A306A">
            <w:pPr>
              <w:rPr>
                <w:noProof/>
                <w:lang w:eastAsia="de-DE"/>
              </w:rPr>
            </w:pPr>
            <w:r w:rsidRPr="00271053">
              <w:rPr>
                <w:rFonts w:eastAsia="Arial"/>
                <w:noProof/>
                <w:szCs w:val="20"/>
              </w:rPr>
              <w:drawing>
                <wp:anchor distT="0" distB="0" distL="114300" distR="114300" simplePos="0" relativeHeight="251659264" behindDoc="0" locked="0" layoutInCell="1" allowOverlap="1" wp14:anchorId="4232BD9A" wp14:editId="79FA62E5">
                  <wp:simplePos x="0" y="0"/>
                  <wp:positionH relativeFrom="margin">
                    <wp:posOffset>-128226</wp:posOffset>
                  </wp:positionH>
                  <wp:positionV relativeFrom="paragraph">
                    <wp:posOffset>4445</wp:posOffset>
                  </wp:positionV>
                  <wp:extent cx="996950" cy="1407160"/>
                  <wp:effectExtent l="0" t="0" r="0" b="2540"/>
                  <wp:wrapNone/>
                  <wp:docPr id="10" name="Grafik 9" descr="Ein Bild, das drinnen, Raum, Szene, Küche enthält.&#10;&#10;Automatisch generierte Beschreibung">
                    <a:extLst xmlns:a="http://schemas.openxmlformats.org/drawingml/2006/main">
                      <a:ext uri="{FF2B5EF4-FFF2-40B4-BE49-F238E27FC236}">
                        <a16:creationId xmlns:a16="http://schemas.microsoft.com/office/drawing/2014/main" id="{F69F2E07-B80A-4323-9757-861E151DC70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9" descr="Ein Bild, das drinnen, Raum, Szene, Küche enthält.&#10;&#10;Automatisch generierte Beschreibung">
                            <a:extLst>
                              <a:ext uri="{FF2B5EF4-FFF2-40B4-BE49-F238E27FC236}">
                                <a16:creationId xmlns:a16="http://schemas.microsoft.com/office/drawing/2014/main" id="{F69F2E07-B80A-4323-9757-861E151DC705}"/>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996950" cy="1407160"/>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Pr>
          <w:p w14:paraId="5260775F" w14:textId="77777777" w:rsidR="00CF5AC7" w:rsidRPr="008652DE" w:rsidRDefault="00CF5AC7" w:rsidP="008A306A">
            <w:pPr>
              <w:rPr>
                <w:b/>
                <w:color w:val="000000"/>
                <w:lang w:eastAsia="ar-SA"/>
              </w:rPr>
            </w:pPr>
            <w:r w:rsidRPr="008652DE">
              <w:rPr>
                <w:b/>
                <w:color w:val="000000"/>
                <w:lang w:eastAsia="ar-SA"/>
              </w:rPr>
              <w:t>[Geberit_</w:t>
            </w:r>
            <w:r>
              <w:rPr>
                <w:b/>
                <w:color w:val="000000"/>
                <w:lang w:eastAsia="ar-SA"/>
              </w:rPr>
              <w:t>Olona_Milieu</w:t>
            </w:r>
            <w:r w:rsidRPr="008652DE">
              <w:rPr>
                <w:rFonts w:eastAsia="MS Mincho"/>
                <w:b/>
                <w:lang w:eastAsia="ar-SA"/>
              </w:rPr>
              <w:t>.jpg</w:t>
            </w:r>
            <w:r w:rsidRPr="008652DE">
              <w:rPr>
                <w:b/>
                <w:color w:val="000000"/>
                <w:lang w:eastAsia="ar-SA"/>
              </w:rPr>
              <w:t>]</w:t>
            </w:r>
            <w:r w:rsidRPr="008652DE">
              <w:rPr>
                <w:b/>
                <w:color w:val="000000"/>
                <w:lang w:eastAsia="ar-SA"/>
              </w:rPr>
              <w:br/>
            </w:r>
            <w:r w:rsidRPr="00967781">
              <w:rPr>
                <w:rFonts w:eastAsia="Arial"/>
                <w:szCs w:val="20"/>
              </w:rPr>
              <w:t xml:space="preserve">Die neue Duschfläche Geberit </w:t>
            </w:r>
            <w:proofErr w:type="spellStart"/>
            <w:r w:rsidRPr="00967781">
              <w:rPr>
                <w:rFonts w:eastAsia="Arial"/>
                <w:szCs w:val="20"/>
              </w:rPr>
              <w:t>Olona</w:t>
            </w:r>
            <w:proofErr w:type="spellEnd"/>
            <w:r w:rsidRPr="00967781">
              <w:rPr>
                <w:rFonts w:eastAsia="Arial"/>
                <w:szCs w:val="20"/>
              </w:rPr>
              <w:t xml:space="preserve"> ist ab 1. April 2021 in insgesamt 20 unterschiedlichen Größen erhältlich. Als bodenebene Einbaulösung im mittleren Preissegment fügt </w:t>
            </w:r>
            <w:r>
              <w:rPr>
                <w:rFonts w:eastAsia="Arial"/>
                <w:szCs w:val="20"/>
              </w:rPr>
              <w:t xml:space="preserve">sie </w:t>
            </w:r>
            <w:r w:rsidRPr="00967781">
              <w:rPr>
                <w:rFonts w:eastAsia="Arial"/>
                <w:szCs w:val="20"/>
              </w:rPr>
              <w:t>sich harmonisch in jedes Hotelbad ein.</w:t>
            </w:r>
            <w:r>
              <w:rPr>
                <w:rFonts w:eastAsia="Arial"/>
                <w:szCs w:val="20"/>
              </w:rPr>
              <w:t xml:space="preserve"> </w:t>
            </w:r>
            <w:r w:rsidRPr="008652DE">
              <w:rPr>
                <w:color w:val="000000"/>
                <w:lang w:eastAsia="ar-SA"/>
              </w:rPr>
              <w:br/>
              <w:t>Foto: Geberit</w:t>
            </w:r>
          </w:p>
        </w:tc>
      </w:tr>
      <w:tr w:rsidR="00CF5AC7" w:rsidRPr="008652DE" w14:paraId="2EEBD440" w14:textId="77777777" w:rsidTr="008A306A">
        <w:trPr>
          <w:trHeight w:val="2411"/>
        </w:trPr>
        <w:tc>
          <w:tcPr>
            <w:tcW w:w="4747" w:type="dxa"/>
          </w:tcPr>
          <w:p w14:paraId="27385919" w14:textId="563B6DE1" w:rsidR="00CF5AC7" w:rsidRPr="008652DE" w:rsidRDefault="00C527E2" w:rsidP="008A306A">
            <w:pPr>
              <w:rPr>
                <w:noProof/>
                <w:lang w:eastAsia="de-DE"/>
              </w:rPr>
            </w:pPr>
            <w:r w:rsidRPr="00996B34">
              <w:rPr>
                <w:noProof/>
              </w:rPr>
              <w:drawing>
                <wp:anchor distT="0" distB="0" distL="114300" distR="114300" simplePos="0" relativeHeight="251660288" behindDoc="0" locked="0" layoutInCell="1" allowOverlap="1" wp14:anchorId="3DC2BA55" wp14:editId="68C26743">
                  <wp:simplePos x="0" y="0"/>
                  <wp:positionH relativeFrom="margin">
                    <wp:posOffset>-68580</wp:posOffset>
                  </wp:positionH>
                  <wp:positionV relativeFrom="margin">
                    <wp:posOffset>59267</wp:posOffset>
                  </wp:positionV>
                  <wp:extent cx="937260" cy="1327785"/>
                  <wp:effectExtent l="0" t="0" r="2540" b="5715"/>
                  <wp:wrapThrough wrapText="bothSides">
                    <wp:wrapPolygon edited="0">
                      <wp:start x="0" y="0"/>
                      <wp:lineTo x="0" y="21486"/>
                      <wp:lineTo x="21366" y="21486"/>
                      <wp:lineTo x="21366" y="0"/>
                      <wp:lineTo x="0" y="0"/>
                    </wp:wrapPolygon>
                  </wp:wrapThrough>
                  <wp:docPr id="8" name="Picture 7">
                    <a:extLst xmlns:a="http://schemas.openxmlformats.org/drawingml/2006/main">
                      <a:ext uri="{FF2B5EF4-FFF2-40B4-BE49-F238E27FC236}">
                        <a16:creationId xmlns:a16="http://schemas.microsoft.com/office/drawing/2014/main" id="{753663FB-9B4E-45A6-BD8F-F95219B2574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753663FB-9B4E-45A6-BD8F-F95219B25746}"/>
                              </a:ext>
                            </a:extLst>
                          </pic:cNvPr>
                          <pic:cNvPicPr>
                            <a:picLocks noChangeAspect="1"/>
                          </pic:cNvPicPr>
                        </pic:nvPicPr>
                        <pic:blipFill>
                          <a:blip r:embed="rId12" cstate="screen">
                            <a:extLst>
                              <a:ext uri="{28A0092B-C50C-407E-A947-70E740481C1C}">
                                <a14:useLocalDpi xmlns:a14="http://schemas.microsoft.com/office/drawing/2010/main"/>
                              </a:ext>
                            </a:extLst>
                          </a:blip>
                          <a:stretch>
                            <a:fillRect/>
                          </a:stretch>
                        </pic:blipFill>
                        <pic:spPr>
                          <a:xfrm>
                            <a:off x="0" y="0"/>
                            <a:ext cx="937260" cy="1327785"/>
                          </a:xfrm>
                          <a:prstGeom prst="rect">
                            <a:avLst/>
                          </a:prstGeom>
                        </pic:spPr>
                      </pic:pic>
                    </a:graphicData>
                  </a:graphic>
                  <wp14:sizeRelH relativeFrom="page">
                    <wp14:pctWidth>0</wp14:pctWidth>
                  </wp14:sizeRelH>
                  <wp14:sizeRelV relativeFrom="page">
                    <wp14:pctHeight>0</wp14:pctHeight>
                  </wp14:sizeRelV>
                </wp:anchor>
              </w:drawing>
            </w:r>
          </w:p>
        </w:tc>
        <w:tc>
          <w:tcPr>
            <w:tcW w:w="4747" w:type="dxa"/>
          </w:tcPr>
          <w:p w14:paraId="37BED485" w14:textId="77777777" w:rsidR="00CF5AC7" w:rsidRPr="006E7D69" w:rsidRDefault="00CF5AC7" w:rsidP="008A306A">
            <w:pPr>
              <w:rPr>
                <w:szCs w:val="20"/>
                <w:highlight w:val="yellow"/>
              </w:rPr>
            </w:pPr>
            <w:r w:rsidRPr="008652DE">
              <w:rPr>
                <w:b/>
                <w:color w:val="000000"/>
                <w:lang w:eastAsia="ar-SA"/>
              </w:rPr>
              <w:t>[Geberit_</w:t>
            </w:r>
            <w:r>
              <w:rPr>
                <w:b/>
                <w:color w:val="000000"/>
                <w:lang w:eastAsia="ar-SA"/>
              </w:rPr>
              <w:t>Olona_Detail</w:t>
            </w:r>
            <w:r w:rsidRPr="008652DE">
              <w:rPr>
                <w:rFonts w:eastAsia="MS Mincho"/>
                <w:b/>
                <w:lang w:eastAsia="ar-SA"/>
              </w:rPr>
              <w:t>.jpg</w:t>
            </w:r>
            <w:r w:rsidRPr="008652DE">
              <w:rPr>
                <w:b/>
                <w:color w:val="000000"/>
                <w:lang w:eastAsia="ar-SA"/>
              </w:rPr>
              <w:t>]</w:t>
            </w:r>
            <w:r w:rsidRPr="008652DE">
              <w:rPr>
                <w:color w:val="000000"/>
                <w:lang w:eastAsia="ar-SA"/>
              </w:rPr>
              <w:br/>
            </w:r>
            <w:r>
              <w:rPr>
                <w:szCs w:val="20"/>
              </w:rPr>
              <w:t xml:space="preserve">Funktional und geschmackvoll: </w:t>
            </w:r>
            <w:r w:rsidRPr="006E7D69">
              <w:rPr>
                <w:szCs w:val="20"/>
              </w:rPr>
              <w:t xml:space="preserve">Der Ablaufdeckel der </w:t>
            </w:r>
            <w:r w:rsidRPr="006E7D69">
              <w:rPr>
                <w:rFonts w:eastAsia="Arial"/>
                <w:szCs w:val="20"/>
              </w:rPr>
              <w:t xml:space="preserve">Duschfläche </w:t>
            </w:r>
            <w:r w:rsidRPr="006E7D69">
              <w:rPr>
                <w:szCs w:val="20"/>
              </w:rPr>
              <w:t xml:space="preserve">Geberit </w:t>
            </w:r>
            <w:proofErr w:type="spellStart"/>
            <w:r w:rsidRPr="006E7D69">
              <w:rPr>
                <w:szCs w:val="20"/>
              </w:rPr>
              <w:t>Olona</w:t>
            </w:r>
            <w:proofErr w:type="spellEnd"/>
            <w:r w:rsidRPr="006E7D69">
              <w:rPr>
                <w:szCs w:val="20"/>
              </w:rPr>
              <w:t xml:space="preserve"> wird von einem schmalen Chromring umfasst. Das verleiht ihm einen scheinbar schwebenden Eindruck. Ein integrierter Kammeinsatz erleichtert die Reinigung des Duschablaufs.</w:t>
            </w:r>
            <w:r>
              <w:rPr>
                <w:szCs w:val="20"/>
              </w:rPr>
              <w:t xml:space="preserve"> </w:t>
            </w:r>
            <w:r>
              <w:rPr>
                <w:szCs w:val="20"/>
              </w:rPr>
              <w:br/>
            </w:r>
            <w:r w:rsidRPr="008652DE">
              <w:rPr>
                <w:color w:val="000000"/>
                <w:lang w:eastAsia="ar-SA"/>
              </w:rPr>
              <w:t>Foto: Geberit</w:t>
            </w:r>
          </w:p>
        </w:tc>
      </w:tr>
    </w:tbl>
    <w:p w14:paraId="283A5E3D" w14:textId="77777777" w:rsidR="00CF5AC7" w:rsidRDefault="00CF5AC7" w:rsidP="00CF5AC7">
      <w:pPr>
        <w:spacing w:after="0" w:line="240" w:lineRule="auto"/>
        <w:rPr>
          <w:rStyle w:val="Fett"/>
          <w:b/>
        </w:rPr>
      </w:pPr>
    </w:p>
    <w:p w14:paraId="623E0C78" w14:textId="77777777" w:rsidR="00CF5AC7" w:rsidRDefault="00CF5AC7" w:rsidP="00CF5AC7">
      <w:pPr>
        <w:spacing w:after="0" w:line="240" w:lineRule="auto"/>
        <w:rPr>
          <w:rStyle w:val="Fett"/>
          <w:b/>
        </w:rPr>
      </w:pPr>
    </w:p>
    <w:p w14:paraId="01714E49" w14:textId="77777777" w:rsidR="00CF5AC7" w:rsidRDefault="00CF5AC7" w:rsidP="00CF5AC7">
      <w:pPr>
        <w:spacing w:after="0" w:line="240" w:lineRule="auto"/>
        <w:rPr>
          <w:rStyle w:val="Fett"/>
          <w:b/>
        </w:rPr>
      </w:pPr>
    </w:p>
    <w:p w14:paraId="72D4EF34" w14:textId="77777777" w:rsidR="00CF5AC7" w:rsidRPr="00CC6242" w:rsidRDefault="00CF5AC7" w:rsidP="00CF5AC7">
      <w:pPr>
        <w:spacing w:after="0" w:line="240" w:lineRule="auto"/>
        <w:rPr>
          <w:rStyle w:val="Fett"/>
          <w:b/>
        </w:rPr>
      </w:pPr>
      <w:r w:rsidRPr="00CC6242">
        <w:rPr>
          <w:rStyle w:val="Fett"/>
          <w:b/>
        </w:rPr>
        <w:t>Weitere Auskünfte erteilt:</w:t>
      </w:r>
    </w:p>
    <w:p w14:paraId="6DE98FEE" w14:textId="77777777" w:rsidR="00CF5AC7" w:rsidRPr="00CC6242" w:rsidRDefault="00CF5AC7" w:rsidP="00CF5AC7">
      <w:pPr>
        <w:pStyle w:val="Boilerpatebold"/>
        <w:rPr>
          <w:rStyle w:val="Fett"/>
          <w:b w:val="0"/>
        </w:rPr>
      </w:pPr>
      <w:proofErr w:type="spellStart"/>
      <w:r w:rsidRPr="00152863">
        <w:rPr>
          <w:rStyle w:val="Fett"/>
          <w:b w:val="0"/>
          <w:lang w:val="de-CH"/>
        </w:rPr>
        <w:t>Ansel</w:t>
      </w:r>
      <w:proofErr w:type="spellEnd"/>
      <w:r w:rsidRPr="00152863">
        <w:rPr>
          <w:rStyle w:val="Fett"/>
          <w:b w:val="0"/>
          <w:lang w:val="de-CH"/>
        </w:rPr>
        <w:t xml:space="preserve"> &amp; Möllers GmbH</w:t>
      </w:r>
      <w:r w:rsidRPr="00152863">
        <w:rPr>
          <w:rStyle w:val="Fett"/>
          <w:b w:val="0"/>
          <w:lang w:val="de-CH"/>
        </w:rPr>
        <w:br/>
        <w:t>König-Karl-Straße 10, 70372 Stuttgart</w:t>
      </w:r>
      <w:r w:rsidRPr="00152863">
        <w:rPr>
          <w:rStyle w:val="Fett"/>
          <w:b w:val="0"/>
          <w:lang w:val="de-CH"/>
        </w:rPr>
        <w:br/>
        <w:t xml:space="preserve">Nathalie La </w:t>
      </w:r>
      <w:proofErr w:type="spellStart"/>
      <w:r w:rsidRPr="00152863">
        <w:rPr>
          <w:rStyle w:val="Fett"/>
          <w:b w:val="0"/>
          <w:lang w:val="de-CH"/>
        </w:rPr>
        <w:t>Corte</w:t>
      </w:r>
      <w:proofErr w:type="spellEnd"/>
      <w:r>
        <w:rPr>
          <w:rStyle w:val="Fett"/>
          <w:b w:val="0"/>
          <w:lang w:val="de-CH"/>
        </w:rPr>
        <w:t>, Carina Konopka</w:t>
      </w:r>
      <w:r w:rsidRPr="00152863">
        <w:rPr>
          <w:rStyle w:val="Fett"/>
          <w:b w:val="0"/>
          <w:lang w:val="de-CH"/>
        </w:rPr>
        <w:br/>
        <w:t xml:space="preserve">Tel. </w:t>
      </w:r>
      <w:r w:rsidRPr="00CC6242">
        <w:rPr>
          <w:rStyle w:val="Fett"/>
          <w:b w:val="0"/>
        </w:rPr>
        <w:t>+49 (0)711 92545-1</w:t>
      </w:r>
      <w:r>
        <w:rPr>
          <w:rStyle w:val="Fett"/>
          <w:b w:val="0"/>
        </w:rPr>
        <w:t>7</w:t>
      </w:r>
    </w:p>
    <w:p w14:paraId="34439460" w14:textId="77777777" w:rsidR="00CF5AC7" w:rsidRPr="00CC6242" w:rsidRDefault="00CF5AC7" w:rsidP="00CF5AC7">
      <w:pPr>
        <w:pStyle w:val="Boilerpatebold"/>
        <w:rPr>
          <w:rStyle w:val="Fett"/>
          <w:b w:val="0"/>
        </w:rPr>
      </w:pPr>
      <w:r w:rsidRPr="00CC6242">
        <w:rPr>
          <w:rStyle w:val="Fett"/>
          <w:b w:val="0"/>
        </w:rPr>
        <w:t xml:space="preserve">Mail: </w:t>
      </w:r>
      <w:r>
        <w:rPr>
          <w:rStyle w:val="Fett"/>
          <w:b w:val="0"/>
        </w:rPr>
        <w:t>n.lacorte@anselmoellers.de</w:t>
      </w:r>
    </w:p>
    <w:p w14:paraId="1F9FE48B" w14:textId="77777777" w:rsidR="00CF5AC7" w:rsidRDefault="00CF5AC7" w:rsidP="00CF5AC7">
      <w:pPr>
        <w:pStyle w:val="Boilerpatebold"/>
        <w:rPr>
          <w:rStyle w:val="Fett"/>
          <w:b w:val="0"/>
          <w:highlight w:val="yellow"/>
        </w:rPr>
      </w:pPr>
    </w:p>
    <w:p w14:paraId="540F6EC7" w14:textId="77777777" w:rsidR="00CF5AC7" w:rsidRPr="00574B0D" w:rsidRDefault="00CF5AC7" w:rsidP="00CF5AC7">
      <w:pPr>
        <w:pStyle w:val="Boilerpatebold"/>
        <w:rPr>
          <w:rStyle w:val="Fett"/>
          <w:szCs w:val="16"/>
        </w:rPr>
      </w:pPr>
    </w:p>
    <w:p w14:paraId="6F19B0AA" w14:textId="77777777" w:rsidR="00CF5AC7" w:rsidRPr="00574B0D" w:rsidRDefault="00CF5AC7" w:rsidP="00CF5AC7">
      <w:pPr>
        <w:pStyle w:val="paragraph"/>
        <w:spacing w:before="0" w:beforeAutospacing="0" w:after="0" w:afterAutospacing="0"/>
        <w:textAlignment w:val="baseline"/>
        <w:rPr>
          <w:rFonts w:ascii="Segoe UI" w:hAnsi="Segoe UI" w:cs="Segoe UI"/>
          <w:sz w:val="16"/>
          <w:szCs w:val="16"/>
        </w:rPr>
      </w:pPr>
      <w:r w:rsidRPr="00574B0D">
        <w:rPr>
          <w:rStyle w:val="normaltextrun"/>
          <w:rFonts w:ascii="Arial" w:hAnsi="Arial" w:cs="Arial"/>
          <w:b/>
          <w:bCs/>
          <w:sz w:val="16"/>
          <w:szCs w:val="16"/>
          <w:lang w:val="de-CH"/>
        </w:rPr>
        <w:t>Über Geberit</w:t>
      </w:r>
      <w:r w:rsidRPr="00574B0D">
        <w:rPr>
          <w:rStyle w:val="eop"/>
          <w:sz w:val="16"/>
          <w:szCs w:val="16"/>
        </w:rPr>
        <w:t> </w:t>
      </w:r>
    </w:p>
    <w:p w14:paraId="479B6AEF" w14:textId="77777777" w:rsidR="00CF5AC7" w:rsidRPr="00574B0D" w:rsidRDefault="00CF5AC7" w:rsidP="00CF5AC7">
      <w:pPr>
        <w:pStyle w:val="paragraph"/>
        <w:spacing w:before="0" w:beforeAutospacing="0" w:after="0" w:afterAutospacing="0"/>
        <w:textAlignment w:val="baseline"/>
        <w:rPr>
          <w:rFonts w:ascii="Segoe UI" w:hAnsi="Segoe UI" w:cs="Segoe UI"/>
          <w:sz w:val="16"/>
          <w:szCs w:val="16"/>
        </w:rPr>
      </w:pPr>
      <w:r w:rsidRPr="00574B0D">
        <w:rPr>
          <w:rStyle w:val="normaltextrun"/>
          <w:rFonts w:ascii="Arial" w:hAnsi="Arial" w:cs="Arial"/>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2020 einen Umsatz von CHF 3,0 Milliarden. Die Geberit Aktien sind an der SIX Swiss Exchange kotiert und seit 2012 Bestandteil des SMI (Swiss Market Index).</w:t>
      </w:r>
      <w:r w:rsidRPr="00574B0D">
        <w:rPr>
          <w:rStyle w:val="eop"/>
          <w:sz w:val="16"/>
          <w:szCs w:val="16"/>
        </w:rPr>
        <w:t> </w:t>
      </w:r>
    </w:p>
    <w:p w14:paraId="3062325C" w14:textId="77777777" w:rsidR="00CF5AC7" w:rsidRDefault="00CF5AC7" w:rsidP="00CF5AC7"/>
    <w:p w14:paraId="2DD72E64" w14:textId="0B78B97F" w:rsidR="007B7D2E" w:rsidRPr="00CF5AC7" w:rsidRDefault="007B7D2E" w:rsidP="00CF5AC7"/>
    <w:sectPr w:rsidR="007B7D2E" w:rsidRPr="00CF5AC7">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3E1013" w14:textId="77777777" w:rsidR="00E51E4C" w:rsidRDefault="00E51E4C" w:rsidP="00C0638B">
      <w:r>
        <w:separator/>
      </w:r>
    </w:p>
  </w:endnote>
  <w:endnote w:type="continuationSeparator" w:id="0">
    <w:p w14:paraId="3F94478A" w14:textId="77777777" w:rsidR="00E51E4C" w:rsidRDefault="00E51E4C" w:rsidP="00C0638B">
      <w:r>
        <w:continuationSeparator/>
      </w:r>
    </w:p>
  </w:endnote>
  <w:endnote w:type="continuationNotice" w:id="1">
    <w:p w14:paraId="4F4654D9" w14:textId="77777777" w:rsidR="00E51E4C" w:rsidRDefault="00E51E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1CF5EE" w14:textId="77777777" w:rsidR="003E36A6" w:rsidRDefault="003E36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F08C84" w14:textId="77777777" w:rsidR="003E36A6" w:rsidRDefault="003E36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3F7D36" w14:textId="77777777" w:rsidR="00E51E4C" w:rsidRDefault="00E51E4C" w:rsidP="00C0638B">
      <w:r>
        <w:separator/>
      </w:r>
    </w:p>
  </w:footnote>
  <w:footnote w:type="continuationSeparator" w:id="0">
    <w:p w14:paraId="6D357F21" w14:textId="77777777" w:rsidR="00E51E4C" w:rsidRDefault="00E51E4C" w:rsidP="00C0638B">
      <w:r>
        <w:continuationSeparator/>
      </w:r>
    </w:p>
  </w:footnote>
  <w:footnote w:type="continuationNotice" w:id="1">
    <w:p w14:paraId="1554F813" w14:textId="77777777" w:rsidR="00E51E4C" w:rsidRDefault="00E51E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28C3AB" w14:textId="77777777" w:rsidR="003E36A6" w:rsidRDefault="003E36A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595F7" w14:textId="00244FC6" w:rsidR="003E36A6" w:rsidRDefault="62D202D2"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62D202D2">
      <w:rPr>
        <w:noProof/>
        <w:lang w:val="de-CH" w:eastAsia="de-CH" w:bidi="ar-SA"/>
      </w:rPr>
      <w:t>MEDIA</w:t>
    </w:r>
    <w:r w:rsidR="62D202D2">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7A7B67"/>
    <w:multiLevelType w:val="hybridMultilevel"/>
    <w:tmpl w:val="F6BAF6A8"/>
    <w:lvl w:ilvl="0" w:tplc="83ACE14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2"/>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E4E"/>
    <w:rsid w:val="00003542"/>
    <w:rsid w:val="000035FF"/>
    <w:rsid w:val="00004A20"/>
    <w:rsid w:val="00006036"/>
    <w:rsid w:val="00012DC8"/>
    <w:rsid w:val="00014B8E"/>
    <w:rsid w:val="00014C52"/>
    <w:rsid w:val="00017259"/>
    <w:rsid w:val="00023E48"/>
    <w:rsid w:val="00024769"/>
    <w:rsid w:val="00024D3D"/>
    <w:rsid w:val="000266AB"/>
    <w:rsid w:val="00031B38"/>
    <w:rsid w:val="00031FB8"/>
    <w:rsid w:val="00032355"/>
    <w:rsid w:val="00033BB8"/>
    <w:rsid w:val="00042FEE"/>
    <w:rsid w:val="000435CF"/>
    <w:rsid w:val="0004414F"/>
    <w:rsid w:val="00044480"/>
    <w:rsid w:val="00045C33"/>
    <w:rsid w:val="00051F61"/>
    <w:rsid w:val="0005224B"/>
    <w:rsid w:val="000558E3"/>
    <w:rsid w:val="00055A5C"/>
    <w:rsid w:val="000564F2"/>
    <w:rsid w:val="000628BD"/>
    <w:rsid w:val="00063A9A"/>
    <w:rsid w:val="000649E4"/>
    <w:rsid w:val="00065EBD"/>
    <w:rsid w:val="000738CF"/>
    <w:rsid w:val="00073E45"/>
    <w:rsid w:val="00075FEB"/>
    <w:rsid w:val="00076A04"/>
    <w:rsid w:val="0008061F"/>
    <w:rsid w:val="00081357"/>
    <w:rsid w:val="00082398"/>
    <w:rsid w:val="00082BFB"/>
    <w:rsid w:val="00084048"/>
    <w:rsid w:val="00084B16"/>
    <w:rsid w:val="00085424"/>
    <w:rsid w:val="0009089F"/>
    <w:rsid w:val="000912B7"/>
    <w:rsid w:val="00092446"/>
    <w:rsid w:val="0009294D"/>
    <w:rsid w:val="00094E91"/>
    <w:rsid w:val="00095958"/>
    <w:rsid w:val="0009617A"/>
    <w:rsid w:val="000964E9"/>
    <w:rsid w:val="00096B04"/>
    <w:rsid w:val="00096E28"/>
    <w:rsid w:val="000A0DF8"/>
    <w:rsid w:val="000A20E7"/>
    <w:rsid w:val="000A2D58"/>
    <w:rsid w:val="000A46CD"/>
    <w:rsid w:val="000A580B"/>
    <w:rsid w:val="000A706F"/>
    <w:rsid w:val="000A7415"/>
    <w:rsid w:val="000A76B9"/>
    <w:rsid w:val="000A7A78"/>
    <w:rsid w:val="000B2BF2"/>
    <w:rsid w:val="000B5D29"/>
    <w:rsid w:val="000B60B6"/>
    <w:rsid w:val="000B6826"/>
    <w:rsid w:val="000B7509"/>
    <w:rsid w:val="000C1A34"/>
    <w:rsid w:val="000C23C7"/>
    <w:rsid w:val="000C34FB"/>
    <w:rsid w:val="000C5966"/>
    <w:rsid w:val="000D0825"/>
    <w:rsid w:val="000D1568"/>
    <w:rsid w:val="000D2273"/>
    <w:rsid w:val="000E0D8F"/>
    <w:rsid w:val="000E4EC4"/>
    <w:rsid w:val="000E736A"/>
    <w:rsid w:val="000F3003"/>
    <w:rsid w:val="000F30BD"/>
    <w:rsid w:val="000F69A3"/>
    <w:rsid w:val="000F6A6E"/>
    <w:rsid w:val="000F6BD5"/>
    <w:rsid w:val="000F749D"/>
    <w:rsid w:val="00100DEC"/>
    <w:rsid w:val="00105BE6"/>
    <w:rsid w:val="0010640E"/>
    <w:rsid w:val="00110113"/>
    <w:rsid w:val="00110D1C"/>
    <w:rsid w:val="0011200D"/>
    <w:rsid w:val="00114447"/>
    <w:rsid w:val="001200EA"/>
    <w:rsid w:val="00120127"/>
    <w:rsid w:val="00120AF2"/>
    <w:rsid w:val="00120FA7"/>
    <w:rsid w:val="0012475F"/>
    <w:rsid w:val="001265FF"/>
    <w:rsid w:val="00130BB8"/>
    <w:rsid w:val="00132277"/>
    <w:rsid w:val="00132546"/>
    <w:rsid w:val="0013303F"/>
    <w:rsid w:val="00136178"/>
    <w:rsid w:val="001362ED"/>
    <w:rsid w:val="00136CA5"/>
    <w:rsid w:val="00137250"/>
    <w:rsid w:val="00141231"/>
    <w:rsid w:val="00141AC8"/>
    <w:rsid w:val="00143D73"/>
    <w:rsid w:val="00145336"/>
    <w:rsid w:val="00146652"/>
    <w:rsid w:val="001467D4"/>
    <w:rsid w:val="0014724A"/>
    <w:rsid w:val="001507F4"/>
    <w:rsid w:val="00150D35"/>
    <w:rsid w:val="00152863"/>
    <w:rsid w:val="0015394B"/>
    <w:rsid w:val="00160665"/>
    <w:rsid w:val="00160863"/>
    <w:rsid w:val="00163AA8"/>
    <w:rsid w:val="00163B4B"/>
    <w:rsid w:val="00163E2D"/>
    <w:rsid w:val="00170852"/>
    <w:rsid w:val="00174D2B"/>
    <w:rsid w:val="0017537C"/>
    <w:rsid w:val="0017569E"/>
    <w:rsid w:val="00177EE2"/>
    <w:rsid w:val="0018186A"/>
    <w:rsid w:val="00182035"/>
    <w:rsid w:val="001828EB"/>
    <w:rsid w:val="00187AFA"/>
    <w:rsid w:val="00191A7E"/>
    <w:rsid w:val="00191CD9"/>
    <w:rsid w:val="00194354"/>
    <w:rsid w:val="001A00B2"/>
    <w:rsid w:val="001A014F"/>
    <w:rsid w:val="001A27AB"/>
    <w:rsid w:val="001A3357"/>
    <w:rsid w:val="001A3CD8"/>
    <w:rsid w:val="001A3D0A"/>
    <w:rsid w:val="001A4321"/>
    <w:rsid w:val="001A5AFB"/>
    <w:rsid w:val="001A5E6F"/>
    <w:rsid w:val="001A6346"/>
    <w:rsid w:val="001B0200"/>
    <w:rsid w:val="001B14CA"/>
    <w:rsid w:val="001B47FD"/>
    <w:rsid w:val="001B7516"/>
    <w:rsid w:val="001C23E4"/>
    <w:rsid w:val="001C276C"/>
    <w:rsid w:val="001C4B2F"/>
    <w:rsid w:val="001C7B37"/>
    <w:rsid w:val="001D359D"/>
    <w:rsid w:val="001D4CD2"/>
    <w:rsid w:val="001D67CA"/>
    <w:rsid w:val="001E18DB"/>
    <w:rsid w:val="001E4081"/>
    <w:rsid w:val="001E4148"/>
    <w:rsid w:val="001E43AD"/>
    <w:rsid w:val="001E5F11"/>
    <w:rsid w:val="001E6312"/>
    <w:rsid w:val="001F0F8D"/>
    <w:rsid w:val="001F4FFF"/>
    <w:rsid w:val="001F6AEA"/>
    <w:rsid w:val="00201A63"/>
    <w:rsid w:val="00203563"/>
    <w:rsid w:val="00204B2E"/>
    <w:rsid w:val="00204CCF"/>
    <w:rsid w:val="00206C7C"/>
    <w:rsid w:val="00210069"/>
    <w:rsid w:val="00211AC6"/>
    <w:rsid w:val="002122B9"/>
    <w:rsid w:val="00213A7F"/>
    <w:rsid w:val="0021427B"/>
    <w:rsid w:val="00214576"/>
    <w:rsid w:val="002176F1"/>
    <w:rsid w:val="002176F2"/>
    <w:rsid w:val="0022087C"/>
    <w:rsid w:val="002211CE"/>
    <w:rsid w:val="00221C19"/>
    <w:rsid w:val="00225C5E"/>
    <w:rsid w:val="00230A37"/>
    <w:rsid w:val="00230A40"/>
    <w:rsid w:val="00231637"/>
    <w:rsid w:val="00233142"/>
    <w:rsid w:val="0023484B"/>
    <w:rsid w:val="002378E4"/>
    <w:rsid w:val="002403F9"/>
    <w:rsid w:val="00240BEC"/>
    <w:rsid w:val="0024228F"/>
    <w:rsid w:val="00243DCB"/>
    <w:rsid w:val="00243E58"/>
    <w:rsid w:val="002450A9"/>
    <w:rsid w:val="00252194"/>
    <w:rsid w:val="00255660"/>
    <w:rsid w:val="00270247"/>
    <w:rsid w:val="00270527"/>
    <w:rsid w:val="0027304F"/>
    <w:rsid w:val="002738ED"/>
    <w:rsid w:val="00274BB0"/>
    <w:rsid w:val="0027782E"/>
    <w:rsid w:val="002814B3"/>
    <w:rsid w:val="0028343A"/>
    <w:rsid w:val="002847C9"/>
    <w:rsid w:val="002909BE"/>
    <w:rsid w:val="002916A7"/>
    <w:rsid w:val="0029777B"/>
    <w:rsid w:val="002A569F"/>
    <w:rsid w:val="002A67CB"/>
    <w:rsid w:val="002A68E4"/>
    <w:rsid w:val="002B4364"/>
    <w:rsid w:val="002C06F6"/>
    <w:rsid w:val="002C5940"/>
    <w:rsid w:val="002C6660"/>
    <w:rsid w:val="002D0013"/>
    <w:rsid w:val="002D07E9"/>
    <w:rsid w:val="002D429A"/>
    <w:rsid w:val="002D5B20"/>
    <w:rsid w:val="002D5E34"/>
    <w:rsid w:val="002D5E61"/>
    <w:rsid w:val="002D71A8"/>
    <w:rsid w:val="002E2EA2"/>
    <w:rsid w:val="002E5D2A"/>
    <w:rsid w:val="002E67DB"/>
    <w:rsid w:val="002E7D93"/>
    <w:rsid w:val="002F11DB"/>
    <w:rsid w:val="002F25BF"/>
    <w:rsid w:val="002F2F6F"/>
    <w:rsid w:val="002F4E16"/>
    <w:rsid w:val="002F597D"/>
    <w:rsid w:val="002F7EDC"/>
    <w:rsid w:val="00300D7A"/>
    <w:rsid w:val="00303B05"/>
    <w:rsid w:val="00305C12"/>
    <w:rsid w:val="0030682A"/>
    <w:rsid w:val="003075D8"/>
    <w:rsid w:val="00311832"/>
    <w:rsid w:val="00315AE3"/>
    <w:rsid w:val="00315E33"/>
    <w:rsid w:val="00317460"/>
    <w:rsid w:val="003240E8"/>
    <w:rsid w:val="003249C5"/>
    <w:rsid w:val="003253EA"/>
    <w:rsid w:val="00326E87"/>
    <w:rsid w:val="00332957"/>
    <w:rsid w:val="00332E98"/>
    <w:rsid w:val="00334C49"/>
    <w:rsid w:val="003351CE"/>
    <w:rsid w:val="00336D65"/>
    <w:rsid w:val="00337E2C"/>
    <w:rsid w:val="0034154B"/>
    <w:rsid w:val="00342C54"/>
    <w:rsid w:val="003458F1"/>
    <w:rsid w:val="00345EF7"/>
    <w:rsid w:val="00351289"/>
    <w:rsid w:val="003531C9"/>
    <w:rsid w:val="0035740F"/>
    <w:rsid w:val="003620A4"/>
    <w:rsid w:val="0036227D"/>
    <w:rsid w:val="0036368C"/>
    <w:rsid w:val="0036664F"/>
    <w:rsid w:val="00371977"/>
    <w:rsid w:val="003724C4"/>
    <w:rsid w:val="00372C57"/>
    <w:rsid w:val="00374C82"/>
    <w:rsid w:val="003758D7"/>
    <w:rsid w:val="003760E8"/>
    <w:rsid w:val="00377802"/>
    <w:rsid w:val="003827FE"/>
    <w:rsid w:val="003856F7"/>
    <w:rsid w:val="003861DD"/>
    <w:rsid w:val="00390AEA"/>
    <w:rsid w:val="0039283A"/>
    <w:rsid w:val="003937C6"/>
    <w:rsid w:val="00393EDE"/>
    <w:rsid w:val="00396EF0"/>
    <w:rsid w:val="003A370C"/>
    <w:rsid w:val="003A616D"/>
    <w:rsid w:val="003A6886"/>
    <w:rsid w:val="003B100C"/>
    <w:rsid w:val="003B59B8"/>
    <w:rsid w:val="003B6BCC"/>
    <w:rsid w:val="003C6B81"/>
    <w:rsid w:val="003D2B83"/>
    <w:rsid w:val="003E143B"/>
    <w:rsid w:val="003E1A1F"/>
    <w:rsid w:val="003E36A6"/>
    <w:rsid w:val="003E3C61"/>
    <w:rsid w:val="003E4F6A"/>
    <w:rsid w:val="003F19E9"/>
    <w:rsid w:val="003F4C66"/>
    <w:rsid w:val="003F5DEC"/>
    <w:rsid w:val="003F7CBC"/>
    <w:rsid w:val="004001C9"/>
    <w:rsid w:val="00400327"/>
    <w:rsid w:val="00400425"/>
    <w:rsid w:val="004013B6"/>
    <w:rsid w:val="00401DF2"/>
    <w:rsid w:val="00401EAB"/>
    <w:rsid w:val="00404E1E"/>
    <w:rsid w:val="00406D59"/>
    <w:rsid w:val="0041134C"/>
    <w:rsid w:val="0041193A"/>
    <w:rsid w:val="00413E63"/>
    <w:rsid w:val="00417054"/>
    <w:rsid w:val="0042207F"/>
    <w:rsid w:val="004226C7"/>
    <w:rsid w:val="004236FE"/>
    <w:rsid w:val="00426B3D"/>
    <w:rsid w:val="00431757"/>
    <w:rsid w:val="00431ED9"/>
    <w:rsid w:val="00434659"/>
    <w:rsid w:val="00444658"/>
    <w:rsid w:val="00444FB2"/>
    <w:rsid w:val="004456C3"/>
    <w:rsid w:val="00446FE3"/>
    <w:rsid w:val="00447320"/>
    <w:rsid w:val="004518C3"/>
    <w:rsid w:val="0045394F"/>
    <w:rsid w:val="00455988"/>
    <w:rsid w:val="00457D86"/>
    <w:rsid w:val="00461BAF"/>
    <w:rsid w:val="0046327B"/>
    <w:rsid w:val="00463B2C"/>
    <w:rsid w:val="004677B1"/>
    <w:rsid w:val="00470E50"/>
    <w:rsid w:val="004715F5"/>
    <w:rsid w:val="00476894"/>
    <w:rsid w:val="004776C0"/>
    <w:rsid w:val="00477A47"/>
    <w:rsid w:val="00477AC6"/>
    <w:rsid w:val="00480161"/>
    <w:rsid w:val="004814D0"/>
    <w:rsid w:val="00481FA4"/>
    <w:rsid w:val="00482FAD"/>
    <w:rsid w:val="00486445"/>
    <w:rsid w:val="004920F9"/>
    <w:rsid w:val="004A3EA4"/>
    <w:rsid w:val="004A436B"/>
    <w:rsid w:val="004A5EC2"/>
    <w:rsid w:val="004A6420"/>
    <w:rsid w:val="004A77C0"/>
    <w:rsid w:val="004B0120"/>
    <w:rsid w:val="004B3FDC"/>
    <w:rsid w:val="004B4195"/>
    <w:rsid w:val="004B44D5"/>
    <w:rsid w:val="004B49C2"/>
    <w:rsid w:val="004B53A1"/>
    <w:rsid w:val="004B5D8C"/>
    <w:rsid w:val="004B6F7B"/>
    <w:rsid w:val="004C3FDA"/>
    <w:rsid w:val="004C6ED7"/>
    <w:rsid w:val="004C7453"/>
    <w:rsid w:val="004D1990"/>
    <w:rsid w:val="004D4A83"/>
    <w:rsid w:val="004E1D83"/>
    <w:rsid w:val="004E1E14"/>
    <w:rsid w:val="004E2110"/>
    <w:rsid w:val="004E6B3B"/>
    <w:rsid w:val="004E7FBE"/>
    <w:rsid w:val="004F2888"/>
    <w:rsid w:val="004F712F"/>
    <w:rsid w:val="00502330"/>
    <w:rsid w:val="00502439"/>
    <w:rsid w:val="0050593F"/>
    <w:rsid w:val="005120AC"/>
    <w:rsid w:val="00513003"/>
    <w:rsid w:val="0051363C"/>
    <w:rsid w:val="0051491E"/>
    <w:rsid w:val="005154F9"/>
    <w:rsid w:val="00516BC4"/>
    <w:rsid w:val="00516F61"/>
    <w:rsid w:val="005203D6"/>
    <w:rsid w:val="00520DD7"/>
    <w:rsid w:val="005273CA"/>
    <w:rsid w:val="005277DD"/>
    <w:rsid w:val="00530816"/>
    <w:rsid w:val="00530BC0"/>
    <w:rsid w:val="005326BE"/>
    <w:rsid w:val="005343B9"/>
    <w:rsid w:val="00535A3D"/>
    <w:rsid w:val="00535CF8"/>
    <w:rsid w:val="0053690F"/>
    <w:rsid w:val="005428F6"/>
    <w:rsid w:val="005435C9"/>
    <w:rsid w:val="00543EE4"/>
    <w:rsid w:val="0054634D"/>
    <w:rsid w:val="00546DE2"/>
    <w:rsid w:val="0055173C"/>
    <w:rsid w:val="005557CD"/>
    <w:rsid w:val="00555E24"/>
    <w:rsid w:val="00561A81"/>
    <w:rsid w:val="00561DA8"/>
    <w:rsid w:val="00562A2F"/>
    <w:rsid w:val="00562B35"/>
    <w:rsid w:val="0056773A"/>
    <w:rsid w:val="00572272"/>
    <w:rsid w:val="00572E53"/>
    <w:rsid w:val="005759A5"/>
    <w:rsid w:val="00575A05"/>
    <w:rsid w:val="00580B40"/>
    <w:rsid w:val="00580F49"/>
    <w:rsid w:val="0058651F"/>
    <w:rsid w:val="00591D43"/>
    <w:rsid w:val="0059323A"/>
    <w:rsid w:val="005941FC"/>
    <w:rsid w:val="00595428"/>
    <w:rsid w:val="0059661F"/>
    <w:rsid w:val="00597CCF"/>
    <w:rsid w:val="005A2976"/>
    <w:rsid w:val="005A5ABC"/>
    <w:rsid w:val="005B1172"/>
    <w:rsid w:val="005B13AE"/>
    <w:rsid w:val="005B2D33"/>
    <w:rsid w:val="005B31E7"/>
    <w:rsid w:val="005B491D"/>
    <w:rsid w:val="005B6308"/>
    <w:rsid w:val="005B657A"/>
    <w:rsid w:val="005B789F"/>
    <w:rsid w:val="005C0D0F"/>
    <w:rsid w:val="005C2D1A"/>
    <w:rsid w:val="005C3DA7"/>
    <w:rsid w:val="005C4939"/>
    <w:rsid w:val="005C5836"/>
    <w:rsid w:val="005C5937"/>
    <w:rsid w:val="005C5F1A"/>
    <w:rsid w:val="005C7576"/>
    <w:rsid w:val="005D0641"/>
    <w:rsid w:val="005D279D"/>
    <w:rsid w:val="005D285A"/>
    <w:rsid w:val="005D4411"/>
    <w:rsid w:val="005D44E7"/>
    <w:rsid w:val="005E0088"/>
    <w:rsid w:val="005E0A41"/>
    <w:rsid w:val="005E528F"/>
    <w:rsid w:val="005E543B"/>
    <w:rsid w:val="005E6B7B"/>
    <w:rsid w:val="005E72D1"/>
    <w:rsid w:val="005F0BEE"/>
    <w:rsid w:val="005F1C10"/>
    <w:rsid w:val="005F5245"/>
    <w:rsid w:val="005F5FBC"/>
    <w:rsid w:val="006009D4"/>
    <w:rsid w:val="00603726"/>
    <w:rsid w:val="006075BA"/>
    <w:rsid w:val="00611A0A"/>
    <w:rsid w:val="00612B9F"/>
    <w:rsid w:val="00615109"/>
    <w:rsid w:val="00615D25"/>
    <w:rsid w:val="00621B96"/>
    <w:rsid w:val="00630D22"/>
    <w:rsid w:val="00634009"/>
    <w:rsid w:val="00634C3C"/>
    <w:rsid w:val="00635DDD"/>
    <w:rsid w:val="00636E19"/>
    <w:rsid w:val="006409E3"/>
    <w:rsid w:val="0064682C"/>
    <w:rsid w:val="00655090"/>
    <w:rsid w:val="00656F6D"/>
    <w:rsid w:val="0065706F"/>
    <w:rsid w:val="00657B88"/>
    <w:rsid w:val="00657CC5"/>
    <w:rsid w:val="006606A9"/>
    <w:rsid w:val="006622E3"/>
    <w:rsid w:val="006641F5"/>
    <w:rsid w:val="006671CE"/>
    <w:rsid w:val="00667CFE"/>
    <w:rsid w:val="006718A8"/>
    <w:rsid w:val="00672C9B"/>
    <w:rsid w:val="00672F78"/>
    <w:rsid w:val="0067490E"/>
    <w:rsid w:val="00682ECE"/>
    <w:rsid w:val="0068408A"/>
    <w:rsid w:val="00685137"/>
    <w:rsid w:val="0068574F"/>
    <w:rsid w:val="00692B04"/>
    <w:rsid w:val="00696D99"/>
    <w:rsid w:val="00697073"/>
    <w:rsid w:val="006972AA"/>
    <w:rsid w:val="006A01D0"/>
    <w:rsid w:val="006A0A49"/>
    <w:rsid w:val="006A3ABA"/>
    <w:rsid w:val="006A4787"/>
    <w:rsid w:val="006A571F"/>
    <w:rsid w:val="006A5962"/>
    <w:rsid w:val="006B1A0B"/>
    <w:rsid w:val="006B4713"/>
    <w:rsid w:val="006B47B6"/>
    <w:rsid w:val="006B51C6"/>
    <w:rsid w:val="006B587C"/>
    <w:rsid w:val="006B5D24"/>
    <w:rsid w:val="006B6CAA"/>
    <w:rsid w:val="006B74FA"/>
    <w:rsid w:val="006C01CE"/>
    <w:rsid w:val="006C5CD9"/>
    <w:rsid w:val="006C741B"/>
    <w:rsid w:val="006D157D"/>
    <w:rsid w:val="006D349A"/>
    <w:rsid w:val="006D3D05"/>
    <w:rsid w:val="006D3E7D"/>
    <w:rsid w:val="006D6059"/>
    <w:rsid w:val="006E3B74"/>
    <w:rsid w:val="006E5951"/>
    <w:rsid w:val="006E5E17"/>
    <w:rsid w:val="006E678E"/>
    <w:rsid w:val="006F2406"/>
    <w:rsid w:val="006F3159"/>
    <w:rsid w:val="006F69E2"/>
    <w:rsid w:val="00701BED"/>
    <w:rsid w:val="0070520A"/>
    <w:rsid w:val="007124C6"/>
    <w:rsid w:val="0071288D"/>
    <w:rsid w:val="00713837"/>
    <w:rsid w:val="0071437C"/>
    <w:rsid w:val="0071793C"/>
    <w:rsid w:val="00717C9B"/>
    <w:rsid w:val="00720079"/>
    <w:rsid w:val="00722C18"/>
    <w:rsid w:val="0072308A"/>
    <w:rsid w:val="00727147"/>
    <w:rsid w:val="00727196"/>
    <w:rsid w:val="00730462"/>
    <w:rsid w:val="00730773"/>
    <w:rsid w:val="00731D95"/>
    <w:rsid w:val="00733A8E"/>
    <w:rsid w:val="00734060"/>
    <w:rsid w:val="0073408E"/>
    <w:rsid w:val="007358DC"/>
    <w:rsid w:val="007361F0"/>
    <w:rsid w:val="00736E15"/>
    <w:rsid w:val="00742FBF"/>
    <w:rsid w:val="0074431C"/>
    <w:rsid w:val="007448C0"/>
    <w:rsid w:val="007455C4"/>
    <w:rsid w:val="00745B3E"/>
    <w:rsid w:val="00746ABA"/>
    <w:rsid w:val="0075387D"/>
    <w:rsid w:val="00754872"/>
    <w:rsid w:val="00755C48"/>
    <w:rsid w:val="007601A9"/>
    <w:rsid w:val="0076246F"/>
    <w:rsid w:val="00765EA6"/>
    <w:rsid w:val="0077041C"/>
    <w:rsid w:val="00771BDE"/>
    <w:rsid w:val="00774BAD"/>
    <w:rsid w:val="007811F6"/>
    <w:rsid w:val="00782081"/>
    <w:rsid w:val="00782DDC"/>
    <w:rsid w:val="007831C0"/>
    <w:rsid w:val="00784D7F"/>
    <w:rsid w:val="00785779"/>
    <w:rsid w:val="00785B70"/>
    <w:rsid w:val="0078777A"/>
    <w:rsid w:val="00787E56"/>
    <w:rsid w:val="00790A3B"/>
    <w:rsid w:val="007916D3"/>
    <w:rsid w:val="00791AD2"/>
    <w:rsid w:val="00793E41"/>
    <w:rsid w:val="00795CB6"/>
    <w:rsid w:val="007A53AE"/>
    <w:rsid w:val="007A5790"/>
    <w:rsid w:val="007A5C19"/>
    <w:rsid w:val="007A6E27"/>
    <w:rsid w:val="007B0422"/>
    <w:rsid w:val="007B0C0C"/>
    <w:rsid w:val="007B10AF"/>
    <w:rsid w:val="007B7D2E"/>
    <w:rsid w:val="007C08D8"/>
    <w:rsid w:val="007C17D6"/>
    <w:rsid w:val="007C1F91"/>
    <w:rsid w:val="007C2E96"/>
    <w:rsid w:val="007C484A"/>
    <w:rsid w:val="007C4859"/>
    <w:rsid w:val="007D28DB"/>
    <w:rsid w:val="007D6FED"/>
    <w:rsid w:val="007E30EF"/>
    <w:rsid w:val="007E4885"/>
    <w:rsid w:val="007E6A89"/>
    <w:rsid w:val="007E7925"/>
    <w:rsid w:val="007F22C9"/>
    <w:rsid w:val="007F3499"/>
    <w:rsid w:val="007F3680"/>
    <w:rsid w:val="007F5990"/>
    <w:rsid w:val="007F5FF9"/>
    <w:rsid w:val="00801A89"/>
    <w:rsid w:val="00801F0C"/>
    <w:rsid w:val="008023B0"/>
    <w:rsid w:val="0080416B"/>
    <w:rsid w:val="00804A00"/>
    <w:rsid w:val="00805332"/>
    <w:rsid w:val="0080783B"/>
    <w:rsid w:val="00810F98"/>
    <w:rsid w:val="00813137"/>
    <w:rsid w:val="00817705"/>
    <w:rsid w:val="008223D1"/>
    <w:rsid w:val="008230BB"/>
    <w:rsid w:val="0082322A"/>
    <w:rsid w:val="00827C4B"/>
    <w:rsid w:val="00827D1E"/>
    <w:rsid w:val="0083151A"/>
    <w:rsid w:val="00834DE2"/>
    <w:rsid w:val="008359F8"/>
    <w:rsid w:val="008361CB"/>
    <w:rsid w:val="00842AA0"/>
    <w:rsid w:val="00851843"/>
    <w:rsid w:val="00851DAF"/>
    <w:rsid w:val="00853FAB"/>
    <w:rsid w:val="00860A0E"/>
    <w:rsid w:val="008652DE"/>
    <w:rsid w:val="008674E4"/>
    <w:rsid w:val="00867F87"/>
    <w:rsid w:val="008707E8"/>
    <w:rsid w:val="00871F6B"/>
    <w:rsid w:val="00874F7B"/>
    <w:rsid w:val="00876E34"/>
    <w:rsid w:val="00881885"/>
    <w:rsid w:val="00884BDB"/>
    <w:rsid w:val="00884C95"/>
    <w:rsid w:val="00886F46"/>
    <w:rsid w:val="00892E4F"/>
    <w:rsid w:val="008937EA"/>
    <w:rsid w:val="0089382C"/>
    <w:rsid w:val="00893E14"/>
    <w:rsid w:val="00896E06"/>
    <w:rsid w:val="00896E4B"/>
    <w:rsid w:val="008A21DF"/>
    <w:rsid w:val="008A2F66"/>
    <w:rsid w:val="008A4DD9"/>
    <w:rsid w:val="008A4E63"/>
    <w:rsid w:val="008A534E"/>
    <w:rsid w:val="008A5CF2"/>
    <w:rsid w:val="008A606E"/>
    <w:rsid w:val="008A72DE"/>
    <w:rsid w:val="008B15D6"/>
    <w:rsid w:val="008B1E23"/>
    <w:rsid w:val="008B2FBA"/>
    <w:rsid w:val="008B3DA4"/>
    <w:rsid w:val="008B4FFC"/>
    <w:rsid w:val="008B560D"/>
    <w:rsid w:val="008B5C1D"/>
    <w:rsid w:val="008B651D"/>
    <w:rsid w:val="008B6EE0"/>
    <w:rsid w:val="008B76DF"/>
    <w:rsid w:val="008C03EB"/>
    <w:rsid w:val="008C3B63"/>
    <w:rsid w:val="008C416B"/>
    <w:rsid w:val="008C48CA"/>
    <w:rsid w:val="008C49C0"/>
    <w:rsid w:val="008C4BDB"/>
    <w:rsid w:val="008C5654"/>
    <w:rsid w:val="008C62D1"/>
    <w:rsid w:val="008C62F3"/>
    <w:rsid w:val="008C6E0C"/>
    <w:rsid w:val="008C7AC7"/>
    <w:rsid w:val="008D0601"/>
    <w:rsid w:val="008D1919"/>
    <w:rsid w:val="008D2B5C"/>
    <w:rsid w:val="008D397A"/>
    <w:rsid w:val="008D592C"/>
    <w:rsid w:val="008D5FEF"/>
    <w:rsid w:val="008D7DE6"/>
    <w:rsid w:val="008E0802"/>
    <w:rsid w:val="008E2595"/>
    <w:rsid w:val="008E4C71"/>
    <w:rsid w:val="008E5D4E"/>
    <w:rsid w:val="008E5EA7"/>
    <w:rsid w:val="008F0959"/>
    <w:rsid w:val="008F4993"/>
    <w:rsid w:val="008F5DDF"/>
    <w:rsid w:val="008F684D"/>
    <w:rsid w:val="008F69F5"/>
    <w:rsid w:val="00900FEA"/>
    <w:rsid w:val="00902A77"/>
    <w:rsid w:val="009033ED"/>
    <w:rsid w:val="00903CE2"/>
    <w:rsid w:val="00904057"/>
    <w:rsid w:val="009056CA"/>
    <w:rsid w:val="00906A35"/>
    <w:rsid w:val="009119AB"/>
    <w:rsid w:val="0091644F"/>
    <w:rsid w:val="00920021"/>
    <w:rsid w:val="00921352"/>
    <w:rsid w:val="00922B14"/>
    <w:rsid w:val="00923176"/>
    <w:rsid w:val="00924B05"/>
    <w:rsid w:val="00925628"/>
    <w:rsid w:val="00925849"/>
    <w:rsid w:val="009315D6"/>
    <w:rsid w:val="009330AA"/>
    <w:rsid w:val="00933E8E"/>
    <w:rsid w:val="00934FF8"/>
    <w:rsid w:val="0093772C"/>
    <w:rsid w:val="00941858"/>
    <w:rsid w:val="009438AD"/>
    <w:rsid w:val="00946D10"/>
    <w:rsid w:val="009475B3"/>
    <w:rsid w:val="00947AA6"/>
    <w:rsid w:val="0095297A"/>
    <w:rsid w:val="009540A5"/>
    <w:rsid w:val="00955DE7"/>
    <w:rsid w:val="00961B0B"/>
    <w:rsid w:val="00961E5F"/>
    <w:rsid w:val="00962DA2"/>
    <w:rsid w:val="00963D62"/>
    <w:rsid w:val="009649AD"/>
    <w:rsid w:val="00964FB4"/>
    <w:rsid w:val="00971F74"/>
    <w:rsid w:val="00974475"/>
    <w:rsid w:val="00976F86"/>
    <w:rsid w:val="00977B90"/>
    <w:rsid w:val="009800D0"/>
    <w:rsid w:val="0099029E"/>
    <w:rsid w:val="00993A03"/>
    <w:rsid w:val="00996D56"/>
    <w:rsid w:val="00996FA2"/>
    <w:rsid w:val="009974D4"/>
    <w:rsid w:val="009A0984"/>
    <w:rsid w:val="009A36B5"/>
    <w:rsid w:val="009B0E0F"/>
    <w:rsid w:val="009B3821"/>
    <w:rsid w:val="009B5630"/>
    <w:rsid w:val="009B596C"/>
    <w:rsid w:val="009B7477"/>
    <w:rsid w:val="009B75A2"/>
    <w:rsid w:val="009C03E3"/>
    <w:rsid w:val="009C1C25"/>
    <w:rsid w:val="009C54D0"/>
    <w:rsid w:val="009C5CE6"/>
    <w:rsid w:val="009C7372"/>
    <w:rsid w:val="009D1EA8"/>
    <w:rsid w:val="009D2F1B"/>
    <w:rsid w:val="009D432B"/>
    <w:rsid w:val="009E0312"/>
    <w:rsid w:val="009E47D9"/>
    <w:rsid w:val="009E7AAD"/>
    <w:rsid w:val="009F02A9"/>
    <w:rsid w:val="009F2FA9"/>
    <w:rsid w:val="009F6EC8"/>
    <w:rsid w:val="00A01A69"/>
    <w:rsid w:val="00A026D7"/>
    <w:rsid w:val="00A10ABF"/>
    <w:rsid w:val="00A116B2"/>
    <w:rsid w:val="00A12376"/>
    <w:rsid w:val="00A12667"/>
    <w:rsid w:val="00A12FF0"/>
    <w:rsid w:val="00A14A0C"/>
    <w:rsid w:val="00A15926"/>
    <w:rsid w:val="00A17E7F"/>
    <w:rsid w:val="00A20F70"/>
    <w:rsid w:val="00A22C80"/>
    <w:rsid w:val="00A22E53"/>
    <w:rsid w:val="00A258F5"/>
    <w:rsid w:val="00A423AF"/>
    <w:rsid w:val="00A42ECB"/>
    <w:rsid w:val="00A4503E"/>
    <w:rsid w:val="00A454C2"/>
    <w:rsid w:val="00A50018"/>
    <w:rsid w:val="00A5198C"/>
    <w:rsid w:val="00A51C53"/>
    <w:rsid w:val="00A52DED"/>
    <w:rsid w:val="00A52F7C"/>
    <w:rsid w:val="00A53F21"/>
    <w:rsid w:val="00A540B7"/>
    <w:rsid w:val="00A5494A"/>
    <w:rsid w:val="00A64DF3"/>
    <w:rsid w:val="00A70586"/>
    <w:rsid w:val="00A71391"/>
    <w:rsid w:val="00A72899"/>
    <w:rsid w:val="00A81252"/>
    <w:rsid w:val="00A835C1"/>
    <w:rsid w:val="00A846A2"/>
    <w:rsid w:val="00A8501E"/>
    <w:rsid w:val="00A853B7"/>
    <w:rsid w:val="00A86AB6"/>
    <w:rsid w:val="00A90C81"/>
    <w:rsid w:val="00A938FE"/>
    <w:rsid w:val="00A93A58"/>
    <w:rsid w:val="00A95601"/>
    <w:rsid w:val="00A969B2"/>
    <w:rsid w:val="00AA1C1E"/>
    <w:rsid w:val="00AA2C6B"/>
    <w:rsid w:val="00AA520B"/>
    <w:rsid w:val="00AA566F"/>
    <w:rsid w:val="00AB1712"/>
    <w:rsid w:val="00AB7E1B"/>
    <w:rsid w:val="00AC089C"/>
    <w:rsid w:val="00AC61D5"/>
    <w:rsid w:val="00AD120F"/>
    <w:rsid w:val="00AD352E"/>
    <w:rsid w:val="00AD5EBF"/>
    <w:rsid w:val="00AD6302"/>
    <w:rsid w:val="00AD6A82"/>
    <w:rsid w:val="00AE2730"/>
    <w:rsid w:val="00AE2E08"/>
    <w:rsid w:val="00AE4649"/>
    <w:rsid w:val="00AE54B9"/>
    <w:rsid w:val="00AE5643"/>
    <w:rsid w:val="00AE6945"/>
    <w:rsid w:val="00AF03BD"/>
    <w:rsid w:val="00AF3FF5"/>
    <w:rsid w:val="00AF4040"/>
    <w:rsid w:val="00AF43A4"/>
    <w:rsid w:val="00AF7BD0"/>
    <w:rsid w:val="00B01E84"/>
    <w:rsid w:val="00B024FE"/>
    <w:rsid w:val="00B03573"/>
    <w:rsid w:val="00B06CF2"/>
    <w:rsid w:val="00B12A62"/>
    <w:rsid w:val="00B132B1"/>
    <w:rsid w:val="00B1746F"/>
    <w:rsid w:val="00B258BF"/>
    <w:rsid w:val="00B277CC"/>
    <w:rsid w:val="00B27AF0"/>
    <w:rsid w:val="00B30964"/>
    <w:rsid w:val="00B30ED9"/>
    <w:rsid w:val="00B36EA7"/>
    <w:rsid w:val="00B372E9"/>
    <w:rsid w:val="00B376C9"/>
    <w:rsid w:val="00B406FE"/>
    <w:rsid w:val="00B44A37"/>
    <w:rsid w:val="00B4524F"/>
    <w:rsid w:val="00B458FA"/>
    <w:rsid w:val="00B634BA"/>
    <w:rsid w:val="00B652A2"/>
    <w:rsid w:val="00B660CD"/>
    <w:rsid w:val="00B66473"/>
    <w:rsid w:val="00B66CB6"/>
    <w:rsid w:val="00B722CF"/>
    <w:rsid w:val="00B72584"/>
    <w:rsid w:val="00B7341B"/>
    <w:rsid w:val="00B738C9"/>
    <w:rsid w:val="00B745D4"/>
    <w:rsid w:val="00B7560D"/>
    <w:rsid w:val="00B830F1"/>
    <w:rsid w:val="00B84557"/>
    <w:rsid w:val="00B939D2"/>
    <w:rsid w:val="00B943FB"/>
    <w:rsid w:val="00B95093"/>
    <w:rsid w:val="00BA0DF1"/>
    <w:rsid w:val="00BA39F2"/>
    <w:rsid w:val="00BA4267"/>
    <w:rsid w:val="00BA54E5"/>
    <w:rsid w:val="00BB53B4"/>
    <w:rsid w:val="00BB62A8"/>
    <w:rsid w:val="00BC20F8"/>
    <w:rsid w:val="00BC2B8D"/>
    <w:rsid w:val="00BC3761"/>
    <w:rsid w:val="00BC4F8C"/>
    <w:rsid w:val="00BD01FB"/>
    <w:rsid w:val="00BD1730"/>
    <w:rsid w:val="00BD4958"/>
    <w:rsid w:val="00BD5DDC"/>
    <w:rsid w:val="00BD61DB"/>
    <w:rsid w:val="00BD77F5"/>
    <w:rsid w:val="00BD7A24"/>
    <w:rsid w:val="00BE45A3"/>
    <w:rsid w:val="00BE56D5"/>
    <w:rsid w:val="00BF0617"/>
    <w:rsid w:val="00BF5FC9"/>
    <w:rsid w:val="00BF6AF0"/>
    <w:rsid w:val="00C02790"/>
    <w:rsid w:val="00C0331F"/>
    <w:rsid w:val="00C055A2"/>
    <w:rsid w:val="00C0638B"/>
    <w:rsid w:val="00C144A9"/>
    <w:rsid w:val="00C15DFE"/>
    <w:rsid w:val="00C15FED"/>
    <w:rsid w:val="00C201B7"/>
    <w:rsid w:val="00C2070E"/>
    <w:rsid w:val="00C20BE1"/>
    <w:rsid w:val="00C20BEA"/>
    <w:rsid w:val="00C2107F"/>
    <w:rsid w:val="00C219BC"/>
    <w:rsid w:val="00C24B92"/>
    <w:rsid w:val="00C24CF4"/>
    <w:rsid w:val="00C24D76"/>
    <w:rsid w:val="00C31E71"/>
    <w:rsid w:val="00C33949"/>
    <w:rsid w:val="00C37712"/>
    <w:rsid w:val="00C37AF7"/>
    <w:rsid w:val="00C40E0A"/>
    <w:rsid w:val="00C42F09"/>
    <w:rsid w:val="00C451F2"/>
    <w:rsid w:val="00C4661D"/>
    <w:rsid w:val="00C4690A"/>
    <w:rsid w:val="00C46E05"/>
    <w:rsid w:val="00C51523"/>
    <w:rsid w:val="00C5234E"/>
    <w:rsid w:val="00C527E2"/>
    <w:rsid w:val="00C5462F"/>
    <w:rsid w:val="00C55F77"/>
    <w:rsid w:val="00C6015B"/>
    <w:rsid w:val="00C64185"/>
    <w:rsid w:val="00C724AD"/>
    <w:rsid w:val="00C736E6"/>
    <w:rsid w:val="00C73EEA"/>
    <w:rsid w:val="00C8003B"/>
    <w:rsid w:val="00C8054C"/>
    <w:rsid w:val="00C80B2A"/>
    <w:rsid w:val="00C81D0D"/>
    <w:rsid w:val="00C84F39"/>
    <w:rsid w:val="00C86F98"/>
    <w:rsid w:val="00C87079"/>
    <w:rsid w:val="00C910BF"/>
    <w:rsid w:val="00C9448F"/>
    <w:rsid w:val="00C9504F"/>
    <w:rsid w:val="00C96E61"/>
    <w:rsid w:val="00CA5031"/>
    <w:rsid w:val="00CB00DC"/>
    <w:rsid w:val="00CB0F55"/>
    <w:rsid w:val="00CB1B1A"/>
    <w:rsid w:val="00CB3526"/>
    <w:rsid w:val="00CB3CDF"/>
    <w:rsid w:val="00CB5126"/>
    <w:rsid w:val="00CB5339"/>
    <w:rsid w:val="00CB7A24"/>
    <w:rsid w:val="00CB7BB7"/>
    <w:rsid w:val="00CC146D"/>
    <w:rsid w:val="00CC1C38"/>
    <w:rsid w:val="00CC277B"/>
    <w:rsid w:val="00CC5663"/>
    <w:rsid w:val="00CC5D58"/>
    <w:rsid w:val="00CC6242"/>
    <w:rsid w:val="00CC7B48"/>
    <w:rsid w:val="00CD1795"/>
    <w:rsid w:val="00CD7589"/>
    <w:rsid w:val="00CD7F8D"/>
    <w:rsid w:val="00CE39EE"/>
    <w:rsid w:val="00CE5A2E"/>
    <w:rsid w:val="00CE7A45"/>
    <w:rsid w:val="00CF2B32"/>
    <w:rsid w:val="00CF5AC7"/>
    <w:rsid w:val="00CF5AF1"/>
    <w:rsid w:val="00CF6418"/>
    <w:rsid w:val="00D000AA"/>
    <w:rsid w:val="00D0090B"/>
    <w:rsid w:val="00D0714C"/>
    <w:rsid w:val="00D15029"/>
    <w:rsid w:val="00D20F07"/>
    <w:rsid w:val="00D235E7"/>
    <w:rsid w:val="00D30647"/>
    <w:rsid w:val="00D314E2"/>
    <w:rsid w:val="00D34577"/>
    <w:rsid w:val="00D35EEA"/>
    <w:rsid w:val="00D365D8"/>
    <w:rsid w:val="00D37AB0"/>
    <w:rsid w:val="00D37AB3"/>
    <w:rsid w:val="00D409D0"/>
    <w:rsid w:val="00D4103B"/>
    <w:rsid w:val="00D42164"/>
    <w:rsid w:val="00D4309E"/>
    <w:rsid w:val="00D439ED"/>
    <w:rsid w:val="00D43A9E"/>
    <w:rsid w:val="00D461DA"/>
    <w:rsid w:val="00D47011"/>
    <w:rsid w:val="00D471F2"/>
    <w:rsid w:val="00D5097B"/>
    <w:rsid w:val="00D55AC4"/>
    <w:rsid w:val="00D57B4F"/>
    <w:rsid w:val="00D60944"/>
    <w:rsid w:val="00D60B9C"/>
    <w:rsid w:val="00D65923"/>
    <w:rsid w:val="00D72F8A"/>
    <w:rsid w:val="00D7327B"/>
    <w:rsid w:val="00D77F0A"/>
    <w:rsid w:val="00D814A2"/>
    <w:rsid w:val="00D82246"/>
    <w:rsid w:val="00D83E4A"/>
    <w:rsid w:val="00D84D3A"/>
    <w:rsid w:val="00D851A2"/>
    <w:rsid w:val="00D87D5F"/>
    <w:rsid w:val="00D925EC"/>
    <w:rsid w:val="00D945AC"/>
    <w:rsid w:val="00D94DB2"/>
    <w:rsid w:val="00D96701"/>
    <w:rsid w:val="00D96CE5"/>
    <w:rsid w:val="00DA4E7D"/>
    <w:rsid w:val="00DA5778"/>
    <w:rsid w:val="00DA68DA"/>
    <w:rsid w:val="00DA698E"/>
    <w:rsid w:val="00DB1CFF"/>
    <w:rsid w:val="00DB3684"/>
    <w:rsid w:val="00DB3ECA"/>
    <w:rsid w:val="00DB59EE"/>
    <w:rsid w:val="00DC55B6"/>
    <w:rsid w:val="00DC5EE4"/>
    <w:rsid w:val="00DC6426"/>
    <w:rsid w:val="00DC7319"/>
    <w:rsid w:val="00DD0070"/>
    <w:rsid w:val="00DD07E4"/>
    <w:rsid w:val="00DD0B55"/>
    <w:rsid w:val="00DD17CE"/>
    <w:rsid w:val="00DD29D0"/>
    <w:rsid w:val="00DD54A5"/>
    <w:rsid w:val="00DE6B2F"/>
    <w:rsid w:val="00DF23F6"/>
    <w:rsid w:val="00DF2761"/>
    <w:rsid w:val="00DF2F60"/>
    <w:rsid w:val="00DF78D1"/>
    <w:rsid w:val="00DF7D5B"/>
    <w:rsid w:val="00E04BAE"/>
    <w:rsid w:val="00E055A5"/>
    <w:rsid w:val="00E05D0A"/>
    <w:rsid w:val="00E07613"/>
    <w:rsid w:val="00E104D9"/>
    <w:rsid w:val="00E1200A"/>
    <w:rsid w:val="00E13210"/>
    <w:rsid w:val="00E133FE"/>
    <w:rsid w:val="00E159E6"/>
    <w:rsid w:val="00E232AD"/>
    <w:rsid w:val="00E23D46"/>
    <w:rsid w:val="00E2523B"/>
    <w:rsid w:val="00E33B0A"/>
    <w:rsid w:val="00E36002"/>
    <w:rsid w:val="00E36E41"/>
    <w:rsid w:val="00E4020A"/>
    <w:rsid w:val="00E405BC"/>
    <w:rsid w:val="00E41553"/>
    <w:rsid w:val="00E42E53"/>
    <w:rsid w:val="00E43A1A"/>
    <w:rsid w:val="00E43FA4"/>
    <w:rsid w:val="00E44C3E"/>
    <w:rsid w:val="00E47924"/>
    <w:rsid w:val="00E512A6"/>
    <w:rsid w:val="00E51E4C"/>
    <w:rsid w:val="00E55CD5"/>
    <w:rsid w:val="00E574DD"/>
    <w:rsid w:val="00E57CF2"/>
    <w:rsid w:val="00E60210"/>
    <w:rsid w:val="00E60701"/>
    <w:rsid w:val="00E60791"/>
    <w:rsid w:val="00E65269"/>
    <w:rsid w:val="00E66699"/>
    <w:rsid w:val="00E67FCB"/>
    <w:rsid w:val="00E72297"/>
    <w:rsid w:val="00E73EA5"/>
    <w:rsid w:val="00E767C3"/>
    <w:rsid w:val="00E76AEF"/>
    <w:rsid w:val="00E81841"/>
    <w:rsid w:val="00E83FC2"/>
    <w:rsid w:val="00E874A5"/>
    <w:rsid w:val="00E9156C"/>
    <w:rsid w:val="00E921B0"/>
    <w:rsid w:val="00E936EA"/>
    <w:rsid w:val="00E95917"/>
    <w:rsid w:val="00EA286E"/>
    <w:rsid w:val="00EA3A29"/>
    <w:rsid w:val="00EB3E04"/>
    <w:rsid w:val="00EB77A9"/>
    <w:rsid w:val="00EB7D61"/>
    <w:rsid w:val="00EC22C3"/>
    <w:rsid w:val="00EC28D4"/>
    <w:rsid w:val="00EC3BD8"/>
    <w:rsid w:val="00EC463D"/>
    <w:rsid w:val="00EC60D5"/>
    <w:rsid w:val="00EC68F1"/>
    <w:rsid w:val="00EC6904"/>
    <w:rsid w:val="00EC6C7A"/>
    <w:rsid w:val="00EC6CAD"/>
    <w:rsid w:val="00EC7445"/>
    <w:rsid w:val="00ED22D1"/>
    <w:rsid w:val="00EE10CF"/>
    <w:rsid w:val="00EE3429"/>
    <w:rsid w:val="00EE51A3"/>
    <w:rsid w:val="00EE6840"/>
    <w:rsid w:val="00EE7DFD"/>
    <w:rsid w:val="00EF0CF9"/>
    <w:rsid w:val="00EF175B"/>
    <w:rsid w:val="00EF1BA8"/>
    <w:rsid w:val="00EF3556"/>
    <w:rsid w:val="00EF402F"/>
    <w:rsid w:val="00EF50E8"/>
    <w:rsid w:val="00EF64FD"/>
    <w:rsid w:val="00EF69A1"/>
    <w:rsid w:val="00F019F9"/>
    <w:rsid w:val="00F02398"/>
    <w:rsid w:val="00F02A16"/>
    <w:rsid w:val="00F034B4"/>
    <w:rsid w:val="00F044D7"/>
    <w:rsid w:val="00F04F99"/>
    <w:rsid w:val="00F05DA1"/>
    <w:rsid w:val="00F063E1"/>
    <w:rsid w:val="00F0661C"/>
    <w:rsid w:val="00F069F2"/>
    <w:rsid w:val="00F11E13"/>
    <w:rsid w:val="00F120CA"/>
    <w:rsid w:val="00F13F47"/>
    <w:rsid w:val="00F1550B"/>
    <w:rsid w:val="00F156D2"/>
    <w:rsid w:val="00F16969"/>
    <w:rsid w:val="00F2324B"/>
    <w:rsid w:val="00F23E6F"/>
    <w:rsid w:val="00F2402F"/>
    <w:rsid w:val="00F31760"/>
    <w:rsid w:val="00F31C10"/>
    <w:rsid w:val="00F32414"/>
    <w:rsid w:val="00F32D5E"/>
    <w:rsid w:val="00F339C2"/>
    <w:rsid w:val="00F36135"/>
    <w:rsid w:val="00F40C80"/>
    <w:rsid w:val="00F417CC"/>
    <w:rsid w:val="00F4386C"/>
    <w:rsid w:val="00F44E81"/>
    <w:rsid w:val="00F4514A"/>
    <w:rsid w:val="00F46BEB"/>
    <w:rsid w:val="00F47016"/>
    <w:rsid w:val="00F47A5E"/>
    <w:rsid w:val="00F52CE2"/>
    <w:rsid w:val="00F5517B"/>
    <w:rsid w:val="00F5576E"/>
    <w:rsid w:val="00F55F06"/>
    <w:rsid w:val="00F6243E"/>
    <w:rsid w:val="00F72892"/>
    <w:rsid w:val="00F7365E"/>
    <w:rsid w:val="00F743B0"/>
    <w:rsid w:val="00F75DC0"/>
    <w:rsid w:val="00F8005C"/>
    <w:rsid w:val="00F800C7"/>
    <w:rsid w:val="00F84324"/>
    <w:rsid w:val="00F86714"/>
    <w:rsid w:val="00F86DE1"/>
    <w:rsid w:val="00F86F04"/>
    <w:rsid w:val="00F87881"/>
    <w:rsid w:val="00F93414"/>
    <w:rsid w:val="00F93E27"/>
    <w:rsid w:val="00F94023"/>
    <w:rsid w:val="00F95599"/>
    <w:rsid w:val="00F96A55"/>
    <w:rsid w:val="00F97312"/>
    <w:rsid w:val="00FA0C1F"/>
    <w:rsid w:val="00FA22A5"/>
    <w:rsid w:val="00FA2AC4"/>
    <w:rsid w:val="00FA349C"/>
    <w:rsid w:val="00FA3AEA"/>
    <w:rsid w:val="00FA4EF1"/>
    <w:rsid w:val="00FA5645"/>
    <w:rsid w:val="00FB05F0"/>
    <w:rsid w:val="00FB0652"/>
    <w:rsid w:val="00FB259D"/>
    <w:rsid w:val="00FB280F"/>
    <w:rsid w:val="00FB2BFC"/>
    <w:rsid w:val="00FC0519"/>
    <w:rsid w:val="00FC3A1F"/>
    <w:rsid w:val="00FC3DE2"/>
    <w:rsid w:val="00FC6CFF"/>
    <w:rsid w:val="00FC77F8"/>
    <w:rsid w:val="00FE152D"/>
    <w:rsid w:val="00FE2670"/>
    <w:rsid w:val="00FE32BC"/>
    <w:rsid w:val="00FE643B"/>
    <w:rsid w:val="00FE72BA"/>
    <w:rsid w:val="00FF0EF5"/>
    <w:rsid w:val="0A36B8D9"/>
    <w:rsid w:val="0BBEB0AB"/>
    <w:rsid w:val="11658C15"/>
    <w:rsid w:val="1A4D0F74"/>
    <w:rsid w:val="289D6234"/>
    <w:rsid w:val="4B056B52"/>
    <w:rsid w:val="62D202D2"/>
    <w:rsid w:val="6633ABBE"/>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363F08"/>
  <w15:docId w15:val="{C09AD19B-060A-994C-9136-FC7555F92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paragraph" w:customStyle="1" w:styleId="paragraph">
    <w:name w:val="paragraph"/>
    <w:basedOn w:val="Standard"/>
    <w:rsid w:val="00A116B2"/>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A116B2"/>
  </w:style>
  <w:style w:type="character" w:customStyle="1" w:styleId="eop">
    <w:name w:val="eop"/>
    <w:basedOn w:val="Absatz-Standardschriftart"/>
    <w:rsid w:val="00A116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1046563033">
      <w:bodyDiv w:val="1"/>
      <w:marLeft w:val="0"/>
      <w:marRight w:val="0"/>
      <w:marTop w:val="0"/>
      <w:marBottom w:val="0"/>
      <w:divBdr>
        <w:top w:val="none" w:sz="0" w:space="0" w:color="auto"/>
        <w:left w:val="none" w:sz="0" w:space="0" w:color="auto"/>
        <w:bottom w:val="none" w:sz="0" w:space="0" w:color="auto"/>
        <w:right w:val="none" w:sz="0" w:space="0" w:color="auto"/>
      </w:divBdr>
      <w:divsChild>
        <w:div w:id="751900375">
          <w:marLeft w:val="0"/>
          <w:marRight w:val="0"/>
          <w:marTop w:val="0"/>
          <w:marBottom w:val="0"/>
          <w:divBdr>
            <w:top w:val="none" w:sz="0" w:space="0" w:color="auto"/>
            <w:left w:val="none" w:sz="0" w:space="0" w:color="auto"/>
            <w:bottom w:val="none" w:sz="0" w:space="0" w:color="auto"/>
            <w:right w:val="none" w:sz="0" w:space="0" w:color="auto"/>
          </w:divBdr>
        </w:div>
        <w:div w:id="785122829">
          <w:marLeft w:val="0"/>
          <w:marRight w:val="0"/>
          <w:marTop w:val="0"/>
          <w:marBottom w:val="0"/>
          <w:divBdr>
            <w:top w:val="none" w:sz="0" w:space="0" w:color="auto"/>
            <w:left w:val="none" w:sz="0" w:space="0" w:color="auto"/>
            <w:bottom w:val="none" w:sz="0" w:space="0" w:color="auto"/>
            <w:right w:val="none" w:sz="0" w:space="0" w:color="auto"/>
          </w:divBdr>
        </w:div>
      </w:divsChild>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2FC1EBB58DE5B42B9E3440FB85B4AB2" ma:contentTypeVersion="12" ma:contentTypeDescription="Ein neues Dokument erstellen." ma:contentTypeScope="" ma:versionID="63882afe1c6545ad9266efbf9c57ebb2">
  <xsd:schema xmlns:xsd="http://www.w3.org/2001/XMLSchema" xmlns:xs="http://www.w3.org/2001/XMLSchema" xmlns:p="http://schemas.microsoft.com/office/2006/metadata/properties" xmlns:ns2="b0fe65ba-084b-4881-a7ea-fff7605e697a" xmlns:ns3="6de509d6-b384-4463-a116-3aafac801bf6" targetNamespace="http://schemas.microsoft.com/office/2006/metadata/properties" ma:root="true" ma:fieldsID="7266f61a03fb9c954e4f48bf643fbabb" ns2:_="" ns3:_="">
    <xsd:import namespace="b0fe65ba-084b-4881-a7ea-fff7605e697a"/>
    <xsd:import namespace="6de509d6-b384-4463-a116-3aafac801b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e65ba-084b-4881-a7ea-fff7605e69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e509d6-b384-4463-a116-3aafac801bf6"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a881e725-481a-4aca-9717-81a5e1f4fa4c"/>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BA10463B-8D37-4DF9-A3C0-BD19AF81B757}"/>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2</Pages>
  <Words>605</Words>
  <Characters>3814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Carina Konopka</cp:lastModifiedBy>
  <cp:revision>4</cp:revision>
  <cp:lastPrinted>2020-10-01T14:56:00Z</cp:lastPrinted>
  <dcterms:created xsi:type="dcterms:W3CDTF">2021-03-02T09:51:00Z</dcterms:created>
  <dcterms:modified xsi:type="dcterms:W3CDTF">2021-03-18T11:22:00Z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0x01010022FC1EBB58DE5B42B9E3440FB85B4AB2</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2019-09-20T11:59:04.2391006Z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ActionId">
    <vt:lpwstr>63efe3d3-3f4e-4c71-a88f-68a021fba6bc</vt:lpwstr>
  </property>
  <property fmtid="{D5CDD505-2E9C-101B-9397-08002B2CF9AE}" pid="10" name="MSIP_Label_583d9081-ff0c-403e-9495-6ce7896734ce_Extended_MSFT_Method">
    <vt:lpwstr>Automatic</vt:lpwstr>
  </property>
  <property fmtid="{D5CDD505-2E9C-101B-9397-08002B2CF9AE}" pid="11" name="Sensitivity">
    <vt:lpwstr>Internal</vt:lpwstr>
  </property>
</Properties>
</file>